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A86B" w14:textId="77777777" w:rsidR="005A7221" w:rsidRPr="005A7221" w:rsidRDefault="005A7221" w:rsidP="005A722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A722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SARS-CoV-2/human/USA/CA-CDPH-8000000114/2022, complete genome</w:t>
      </w:r>
    </w:p>
    <w:p w14:paraId="6876EFCE" w14:textId="77777777" w:rsidR="005A7221" w:rsidRPr="005A7221" w:rsidRDefault="005A7221" w:rsidP="005A72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t>GenBank: ON618010.1</w:t>
      </w:r>
    </w:p>
    <w:p w14:paraId="35DA90FF" w14:textId="77777777" w:rsidR="005A7221" w:rsidRPr="005A7221" w:rsidRDefault="005A7221" w:rsidP="005A72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"https://www.ncbi.nlm.nih.gov/nuccore/ON618010.1?report=fasta" </w:instrText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A72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"https://www.ncbi.nlm.nih.gov/nuccore/ON618010.1?report=graph" </w:instrText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A72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618010.1"/>
    <w:bookmarkEnd w:id="1"/>
    <w:p w14:paraId="1CF95457" w14:textId="77777777" w:rsidR="005A7221" w:rsidRPr="005A7221" w:rsidRDefault="005A7221" w:rsidP="005A722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"https://www.ncbi.nlm.nih.gov/nuccore/ON618010.1" \l "goto2245759458_0" </w:instrText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A72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A72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4254EF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LOCUS       ON618010               29752 bp    RNA     linear   VRL 26-MAY-2022</w:t>
      </w:r>
    </w:p>
    <w:p w14:paraId="46525C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AEAD2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SARS-CoV-2/human/USA/CA-CDPH-8000000114/2022, complete genome.</w:t>
      </w:r>
    </w:p>
    <w:p w14:paraId="2834DE8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ACCESSION   ON618010</w:t>
      </w:r>
    </w:p>
    <w:p w14:paraId="0F49871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VERSION     ON618010.1</w:t>
      </w:r>
    </w:p>
    <w:p w14:paraId="12D0FB2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"https://www.ncbi.nlm.nih.gov/bioproject/PRJNA750736"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PRJNA750736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3F4FD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"https://www.ncbi.nlm.nih.gov/biosample/SAMN28165494"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SAMN28165494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E7F5E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ED17B4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57437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8E875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4EB382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ED6DDE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40BD2A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049DA53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Smith,E.</w:t>
      </w:r>
    </w:p>
    <w:p w14:paraId="2ED8FB2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5274FB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(26-MAY-2022) IDLB VRDL/COVIDNet, California Department</w:t>
      </w:r>
    </w:p>
    <w:p w14:paraId="602A362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Public Health, 850 Marina Bay Blvd, Richmond, CA 94804, USA</w:t>
      </w:r>
    </w:p>
    <w:p w14:paraId="4E6CA77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618010.1"/>
      <w:bookmarkEnd w:id="2"/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960B77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iVar v. 1.3.1</w:t>
      </w:r>
    </w:p>
    <w:p w14:paraId="4E6B8ED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F53F84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36835F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618010.1"/>
      <w:bookmarkEnd w:id="3"/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FEA7EA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120A6CB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4F8A4D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1D853C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311B47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/isolate="SARS-CoV-2/human/USA/CA-CDPH-8000000114/2022"</w:t>
      </w:r>
    </w:p>
    <w:p w14:paraId="7944BFD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5D7FDAE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FD43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15798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/country="USA"</w:t>
      </w:r>
    </w:p>
    <w:p w14:paraId="31E4DD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/collection_date="2022-03-25"</w:t>
      </w:r>
    </w:p>
    <w:p w14:paraId="340BC7E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"https://www.ncbi.nlm.nih.gov/nuccore/ON618010.1?from=243&amp;to=21520"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243..21520</w:t>
      </w:r>
    </w:p>
    <w:p w14:paraId="430050A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2831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"https://www.ncbi.nlm.nih.gov/nuccore/ON618010.1?location=243:13433,13433:21520"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join(243..13433,13433..21520)</w:t>
      </w:r>
    </w:p>
    <w:p w14:paraId="0D0CB9B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D74B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CB3D5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1F83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61322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"https://www.ncbi.nlm.nih.gov/protein/2245759459"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URG68650.1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19F22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6C582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C7EA5A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1A627E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5584C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1D3F1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AF31C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A9A84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6A9B9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83D901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CCE2F4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CF89DF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D1118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99569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09C62D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A8950A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0E7586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637436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122AEE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9C828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4827C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82A895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2E44B4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2836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0AECCC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CF3756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2ECEAE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FD157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92D0C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041E8F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B9431B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44F4D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3723D3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30A24D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D76AE8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D12575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3ACBC4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4C0DC2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CB43A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1F0067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034A2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E5571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EFC9B1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D5DF3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6E0837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E20414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674FA7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0BA622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9545C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475BD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3F5F22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D5704B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E5D2F8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7F4633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58E4E6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F62AC1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770028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1E0CF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EE57A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LRVDTANPKTPKYKFVRIQPGQTFSVLACYNGSPSGVYQCAMRHNFTIKGSFLNGSCG</w:t>
      </w:r>
    </w:p>
    <w:p w14:paraId="449BBDA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5C88E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A064FD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31F17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08BCC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C3E8BE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68B3CC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6A72F9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6D9FF3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42093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C3E0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577932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75490F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2491E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A1A7FF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AD586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625C13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172F5C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24B00F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2702C3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TMADLVYALRHFDEGNCYTLKEILVTYNCCDDDYFNKKDWYDFVENPDILRVYANLGE</w:t>
      </w:r>
    </w:p>
    <w:p w14:paraId="045D0D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0E83B5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8380F8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9B79E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447B91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E946A1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EB7D4A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D6680F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06E12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9D69CC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94A29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D1D993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38C0E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F07BE1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715577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8C976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3E258F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D7B397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B5981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3BA6C4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61D7E1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1E3034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D017F0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D7401C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674B9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705383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E493E5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AE94C3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31DFE8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0BA30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1D12BB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0883FD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606D6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F59349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C42CB7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985846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23639C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MEIDFLELAMDEFIERYKLEGYAFEHIVYGDFSHSQLGGLXXXXXXAKRFKESPFELE</w:t>
      </w:r>
    </w:p>
    <w:p w14:paraId="6552EAD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3907533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910C93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40401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8AAE5C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F3F2C3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58FF0A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E110DC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"https://www.ncbi.nlm.nih.gov/protein/URG68650.1?from=1&amp;to=180"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1F49E7C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4D938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821CB3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"https://www.ncbi.nlm.nih.gov/protein/URG68650.1?from=181&amp;to=818"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537E75F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0754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C1FD18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"https://www.ncbi.nlm.nih.gov/protein/URG68650.1?from=819&amp;to=2762"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2697..8528</w:t>
      </w:r>
    </w:p>
    <w:p w14:paraId="0BB5EC6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3A11E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7CD2AB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"https://www.ncbi.nlm.nih.gov/protein/URG68650.1?from=2763&amp;to=3262"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8529..10028</w:t>
      </w:r>
    </w:p>
    <w:p w14:paraId="34EBEAD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C534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D34A91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"https://www.ncbi.nlm.nih.gov/protein/URG68650.1?from=3263&amp;to=3568"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10029..10946</w:t>
      </w:r>
    </w:p>
    <w:p w14:paraId="48476AF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E0360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285039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"https://www.ncbi.nlm.nih.gov/protein/URG68650.1?from=3569&amp;to=3855"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10947..11807</w:t>
      </w:r>
    </w:p>
    <w:p w14:paraId="13E7339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2CDC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18CD4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"https://www.ncbi.nlm.nih.gov/protein/URG68650.1?from=3856&amp;to=3938"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11808..12056</w:t>
      </w:r>
    </w:p>
    <w:p w14:paraId="62D2A56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037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004C4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"https://www.ncbi.nlm.nih.gov/protein/URG68650.1?from=3939&amp;to=4136"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12057..12650</w:t>
      </w:r>
    </w:p>
    <w:p w14:paraId="6F7C20A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FCA79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2B6234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"https://www.ncbi.nlm.nih.gov/protein/URG68650.1?from=4137&amp;to=4249"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12651..12989</w:t>
      </w:r>
    </w:p>
    <w:p w14:paraId="2074F37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AD532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5B189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"https://www.ncbi.nlm.nih.gov/protein/URG68650.1?from=4250&amp;to=4388"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12990..13406</w:t>
      </w:r>
    </w:p>
    <w:p w14:paraId="0ECB3F8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0323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DA37FE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"https://www.ncbi.nlm.nih.gov/protein/URG68650.1?from=4389&amp;to=5320"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join(13407..13433,13433..16201)</w:t>
      </w:r>
    </w:p>
    <w:p w14:paraId="346FDBC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4E2C3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C022CA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"https://www.ncbi.nlm.nih.gov/protein/URG68650.1?from=5321&amp;to=5921"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16202..18004</w:t>
      </w:r>
    </w:p>
    <w:p w14:paraId="0A785FE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0516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292C2D2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"https://www.ncbi.nlm.nih.gov/protein/URG68650.1?from=5922&amp;to=6448"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18005..19585</w:t>
      </w:r>
    </w:p>
    <w:p w14:paraId="1ECD9DC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2B400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344FB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"https://www.ncbi.nlm.nih.gov/protein/URG68650.1?from=6449&amp;to=6794"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19586..20623</w:t>
      </w:r>
    </w:p>
    <w:p w14:paraId="0867BF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382D3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2AB29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"https://www.ncbi.nlm.nih.gov/protein/URG68650.1?from=6795&amp;to=7092"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20624..21517</w:t>
      </w:r>
    </w:p>
    <w:p w14:paraId="7611465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C482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0C1C01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"https://www.ncbi.nlm.nih.gov/nuccore/ON618010.1?from=243&amp;to=13448"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243..13448</w:t>
      </w:r>
    </w:p>
    <w:p w14:paraId="23F3662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A3F08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4EDC5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B67083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URG68651.1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B2D1F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92DBC1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964DA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2E8E9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C21C95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350F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9AA25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5DFC9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3AFCB6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1BF2A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D38091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9C29CB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01EF3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74304A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116FF5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A4EAA0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6DDF7A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C72C07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94DBC2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6378C0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C04491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B7552B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EF43D3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ADDE41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D84102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E6CCB8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C8398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253E13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6F2AC8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D28D5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6842C1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9BB1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071B2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A8CF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9278E0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8096A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9217FE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33BF8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D4710A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A55DC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B0B89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B96B9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861D1B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B7C4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ED087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76AF0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ABC40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48BD0C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2D6325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564D0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FD7124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8E572A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56B6A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4EED0E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8D2535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7D312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8834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4E43C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88B21B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LRVDTANPKTPKYKFVRIQPGQTFSVLACYNGSPSGVYQCAMRHNFTIKGSFLNGSCG</w:t>
      </w:r>
    </w:p>
    <w:p w14:paraId="4C98CC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E0DF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9FCADF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DABCA0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271756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5B1158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593CFA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92444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0527F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7FFDE8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E07F4E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24BE5E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4C0163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8218F3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A7FB07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FA147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9513D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CB5AD2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0C10B2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"https://www.ncbi.nlm.nih.gov/protein/URG68651.1?from=1&amp;to=180"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243..782</w:t>
      </w:r>
    </w:p>
    <w:p w14:paraId="78D5003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777C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8EF3D7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"https://www.ncbi.nlm.nih.gov/protein/URG68651.1?from=181&amp;to=818"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783..2696</w:t>
      </w:r>
    </w:p>
    <w:p w14:paraId="3D15122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771C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78413C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"https://www.ncbi.nlm.nih.gov/protein/URG68651.1?from=819&amp;to=2762"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2697..8528</w:t>
      </w:r>
    </w:p>
    <w:p w14:paraId="00F71C7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B1D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85F9C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"https://www.ncbi.nlm.nih.gov/protein/URG68651.1?from=2763&amp;to=3262"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8529..10028</w:t>
      </w:r>
    </w:p>
    <w:p w14:paraId="3ACB759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6ABF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3415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"https://www.ncbi.nlm.nih.gov/protein/URG68651.1?from=3263&amp;to=3568"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10029..10946</w:t>
      </w:r>
    </w:p>
    <w:p w14:paraId="55365DF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0123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88A6D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"https://www.ncbi.nlm.nih.gov/protein/URG68651.1?from=3569&amp;to=3855"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10947..11807</w:t>
      </w:r>
    </w:p>
    <w:p w14:paraId="7576846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1BFD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9E8F73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"https://www.ncbi.nlm.nih.gov/protein/URG68651.1?from=3856&amp;to=3938"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11808..12056</w:t>
      </w:r>
    </w:p>
    <w:p w14:paraId="0960D29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BF45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859E0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"https://www.ncbi.nlm.nih.gov/protein/URG68651.1?from=3939&amp;to=4136"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12057..12650</w:t>
      </w:r>
    </w:p>
    <w:p w14:paraId="3AF679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90640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5A90B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"https://www.ncbi.nlm.nih.gov/protein/URG68651.1?from=4137&amp;to=4249"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12651..12989</w:t>
      </w:r>
    </w:p>
    <w:p w14:paraId="2F6DFE4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13F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BBD9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"https://www.ncbi.nlm.nih.gov/protein/URG68651.1?from=4250&amp;to=4388"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12990..13406</w:t>
      </w:r>
    </w:p>
    <w:p w14:paraId="42848FC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D0E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5FED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"https://www.ncbi.nlm.nih.gov/protein/URG68651.1?from=4389&amp;to=4401"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13407..13445</w:t>
      </w:r>
    </w:p>
    <w:p w14:paraId="032BC6E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A531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CD2D5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"https://www.ncbi.nlm.nih.gov/nuccore/ON618010.1?from=13441&amp;to=13468"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13441..13468</w:t>
      </w:r>
    </w:p>
    <w:p w14:paraId="0F4FC46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22F3E3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971F1A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34FBC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"https://www.ncbi.nlm.nih.gov/nuccore/ON618010.1?from=13453&amp;to=13507"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13453..13507</w:t>
      </w:r>
    </w:p>
    <w:p w14:paraId="34F20F0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36E70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64A5B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A9DFA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"https://www.ncbi.nlm.nih.gov/nuccore/ON618010.1?from=21528&amp;to=25340"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21528..25340</w:t>
      </w:r>
    </w:p>
    <w:p w14:paraId="08F675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1F6E89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"https://www.ncbi.nlm.nih.gov/nuccore/ON618010.1?from=21528&amp;to=25340"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21528..25340</w:t>
      </w:r>
    </w:p>
    <w:p w14:paraId="2846D98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112F71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9EF7C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094DB9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"https://www.ncbi.nlm.nih.gov/protein/2245759461"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URG68652.1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B84C0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E4A6AA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47EAAA5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0968A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A5A8C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EBD2A9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A17D3C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F24229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84F64D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48DBE36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6B067D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88DB45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F4C881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60E62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0E4C7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3B40FD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DCF883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DA95DC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58067A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A16286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F188EA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C25359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A86DAF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28B3D9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"https://www.ncbi.nlm.nih.gov/nuccore/ON618010.1?from=25349&amp;to=26176"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25349..26176</w:t>
      </w:r>
    </w:p>
    <w:p w14:paraId="42C6164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5289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"https://www.ncbi.nlm.nih.gov/nuccore/ON618010.1?from=25349&amp;to=26176"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25349..26176</w:t>
      </w:r>
    </w:p>
    <w:p w14:paraId="2D6CF5F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8244F7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090FB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5AAD0C5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"https://www.ncbi.nlm.nih.gov/protein/2245759462"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URG68653.1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F412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333E71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9360A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4BBD7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NSVTSSIVITSGDGITSPISEHDYQIGGYTEKWESGVKDCVVLHSYFTSDYYQLYSTQ</w:t>
      </w:r>
    </w:p>
    <w:p w14:paraId="49B1524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2AD6C6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"https://www.ncbi.nlm.nih.gov/nuccore/ON618010.1?from=26201&amp;to=26428"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26201..26428</w:t>
      </w:r>
    </w:p>
    <w:p w14:paraId="42241D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9D18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"https://www.ncbi.nlm.nih.gov/nuccore/ON618010.1?from=26201&amp;to=26428"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26201..26428</w:t>
      </w:r>
    </w:p>
    <w:p w14:paraId="6BD4807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515E6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A0458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D9916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"https://www.ncbi.nlm.nih.gov/protein/2245759463"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URG68654.1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0BA0F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A2BFBC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467C4E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"https://www.ncbi.nlm.nih.gov/nuccore/ON618010.1?from=26479&amp;to=27147"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26479..27147</w:t>
      </w:r>
    </w:p>
    <w:p w14:paraId="1BF9E59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CEA1F4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"https://www.ncbi.nlm.nih.gov/nuccore/ON618010.1?from=26479&amp;to=27147"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26479..27147</w:t>
      </w:r>
    </w:p>
    <w:p w14:paraId="1CBFF5C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B4502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8E0EF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1E033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"https://www.ncbi.nlm.nih.gov/protein/2245759464"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URG68655.1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1FE59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FB75AC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822290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18C0BD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4B00AD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09C564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"https://www.ncbi.nlm.nih.gov/nuccore/ON618010.1?from=27158&amp;to=27343"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27158..27343</w:t>
      </w:r>
    </w:p>
    <w:p w14:paraId="78A6FE3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974748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"https://www.ncbi.nlm.nih.gov/nuccore/ON618010.1?from=27158&amp;to=27343"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27158..27343</w:t>
      </w:r>
    </w:p>
    <w:p w14:paraId="43A831F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690D9E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03FCE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A094A0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URG68656.1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691BB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85A533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C3837E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"https://www.ncbi.nlm.nih.gov/nuccore/ON618010.1?from=27350&amp;to=27715"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27350..27715</w:t>
      </w:r>
    </w:p>
    <w:p w14:paraId="43C4A21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98AD67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"https://www.ncbi.nlm.nih.gov/nuccore/ON618010.1?from=27350&amp;to=27715"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27350..27715</w:t>
      </w:r>
    </w:p>
    <w:p w14:paraId="0E52A77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3EE587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C4B2D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4A0D7AE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"https://www.ncbi.nlm.nih.gov/protein/2245759466"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URG68657.1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30F4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B2DBEC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4FD07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A0EF7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"https://www.ncbi.nlm.nih.gov/nuccore/ON618010.1?from=27712&amp;to=27843"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27712..27843</w:t>
      </w:r>
    </w:p>
    <w:p w14:paraId="3B4C498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8AE793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"https://www.ncbi.nlm.nih.gov/nuccore/ON618010.1?from=27712&amp;to=27843"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27712..27843</w:t>
      </w:r>
    </w:p>
    <w:p w14:paraId="586E234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4B457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B499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96B271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"https://www.ncbi.nlm.nih.gov/protein/2245759467"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URG68658.1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C6CB8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B7B131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"https://www.ncbi.nlm.nih.gov/nuccore/ON618010.1?from=27850&amp;to=28215"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27850..28215</w:t>
      </w:r>
    </w:p>
    <w:p w14:paraId="4B9969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75DF0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"https://www.ncbi.nlm.nih.gov/nuccore/ON618010.1?from=27850&amp;to=28215"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27850..28215</w:t>
      </w:r>
    </w:p>
    <w:p w14:paraId="5FFA5A2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26143A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6CAA4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BCCDBA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"https://www.ncbi.nlm.nih.gov/protein/2245759468"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URG68659.1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14680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2E852E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5C21B4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29D29B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"https://www.ncbi.nlm.nih.gov/nuccore/ON618010.1?from=28230&amp;to=29480"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28230..29480</w:t>
      </w:r>
    </w:p>
    <w:p w14:paraId="625630C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F9A91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"https://www.ncbi.nlm.nih.gov/nuccore/ON618010.1?from=28230&amp;to=29480"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28230..29480</w:t>
      </w:r>
    </w:p>
    <w:p w14:paraId="07BA634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47F7B4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AA110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C5B8A5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"https://www.ncbi.nlm.nih.gov/protein/2245759469"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URG68660.1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D6F4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780548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137FD6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C027A3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617899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06382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9A40E6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5C932A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2A9E59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"https://www.ncbi.nlm.nih.gov/nuccore/ON618010.1?from=29505&amp;to=29621"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29505..29621</w:t>
      </w:r>
    </w:p>
    <w:p w14:paraId="1AD9F4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8F3F3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"https://www.ncbi.nlm.nih.gov/nuccore/ON618010.1?from=29505&amp;to=29621"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29505..29621</w:t>
      </w:r>
    </w:p>
    <w:p w14:paraId="307A110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EC1BC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DF259C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56B729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"https://www.ncbi.nlm.nih.gov/protein/2245759470"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URG68661.1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17433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57AC90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"https://www.ncbi.nlm.nih.gov/nuccore/ON618010.1?from=29556&amp;to=29591"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29556..29591</w:t>
      </w:r>
    </w:p>
    <w:p w14:paraId="027F24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A17E0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86DF39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"https://www.ncbi.nlm.nih.gov/nuccore/ON618010.1?from=29576&amp;to=29604"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29576..29604</w:t>
      </w:r>
    </w:p>
    <w:p w14:paraId="5D26FF8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C2510A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4FC4B6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"https://www.ncbi.nlm.nih.gov/nuccore/ON618010.1?from=29675&amp;to=29715" </w:instrTex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A72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29675..29715</w:t>
      </w:r>
    </w:p>
    <w:p w14:paraId="0DE68B5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07D1E8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B087C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618010.1"/>
      <w:bookmarkEnd w:id="4"/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gtaacaaacc aaccaacttt cgatctcttg tagatctgtt ctctaaacga actttaaaat</w:t>
      </w:r>
    </w:p>
    <w:p w14:paraId="4F9C3BF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ctgtgtggct gtcactcggc tgcatgctta gtgcactcac gcagtataat taataactaa</w:t>
      </w:r>
    </w:p>
    <w:p w14:paraId="37B494C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ttactgtcgt tgacaggaca cgagtaactc gtctatcttc tgcaggctgc ttacggtttc</w:t>
      </w:r>
    </w:p>
    <w:p w14:paraId="25BC2BF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gtccgtgttg cagccgatca tcagcacatc taggttttgt ccgggtgtga ccgaaaggta</w:t>
      </w:r>
    </w:p>
    <w:p w14:paraId="3EEECF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agatggagag ccttgtccct ggtttcaacg agaaaacaca cgtccaactc agtttgcctg</w:t>
      </w:r>
    </w:p>
    <w:p w14:paraId="6AA349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ttttacaggt tcgcgacgtg ctcgtacgtg gctttggaga ctccgtggag gaggtcttat</w:t>
      </w:r>
    </w:p>
    <w:p w14:paraId="1536E3C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cagaggcacg tcaacatctt aaagatggca cttgtggctt agtagaagtt gaaaaaggcg</w:t>
      </w:r>
    </w:p>
    <w:p w14:paraId="75CBF6A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ttttgcctca acttgaacag ccctatgtgt tcatcaaacg ttcggatgct cgaactgcac</w:t>
      </w:r>
    </w:p>
    <w:p w14:paraId="2CC2E7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ctcatggtca tgttatggtt gagctggtag cagaactcga aggcattcag tacggtcgta</w:t>
      </w:r>
    </w:p>
    <w:p w14:paraId="4C3C8F0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gtggtgagac acttggtgtc cttgtccctc atgtgggcga aataccagtg gcttaccgca</w:t>
      </w:r>
    </w:p>
    <w:p w14:paraId="4A472E2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aggttcttct tcgtaagaac ggtaataaag gagctggtgg ccatagttac ggcgccgatc</w:t>
      </w:r>
    </w:p>
    <w:p w14:paraId="27C31DC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taaagtcatt tgacttaggc gacgagcttg gcactgatcc ttatgaagat tttcaagaaa</w:t>
      </w:r>
    </w:p>
    <w:p w14:paraId="035A6CA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actggaacac taaacatagc agtggtgtta cccgtgaact catgcgtgag cttaacggag</w:t>
      </w:r>
    </w:p>
    <w:p w14:paraId="3F072B3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gggcatacac tcgctatgtc gataacaact tctgtggccc tgatggctac cctcttgagt</w:t>
      </w:r>
    </w:p>
    <w:p w14:paraId="1110DF8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gcattaaaga ccttctagca cgtgctggta aagcttcatg cactttgtcc gaacaactgg</w:t>
      </w:r>
    </w:p>
    <w:p w14:paraId="4F5CFB8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actttattga cactaagagg ggtgtatact gctgccgtga acatgagcat gaaattgctt</w:t>
      </w:r>
    </w:p>
    <w:p w14:paraId="3D29C1E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ggtacacgga acgttctgaa aagagctatg aattgcagac accttttgaa attaaattgg</w:t>
      </w:r>
    </w:p>
    <w:p w14:paraId="05FFC72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caaagaaatt tgacaccttc aatggggaat gtccaaattt tgtatttccc ttaaattcca</w:t>
      </w:r>
    </w:p>
    <w:p w14:paraId="40880B0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taatcaagac tattcaacca agggttgaaa agaaaaagct tgatggcttt atgggtagaa</w:t>
      </w:r>
    </w:p>
    <w:p w14:paraId="3E1B8F3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ttcgatctgt ctatccagtt gcgtcaccaa atgaatgcaa ccaaatgtgc ctttcaactc</w:t>
      </w:r>
    </w:p>
    <w:p w14:paraId="4252070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tcatgaagtg tgatcattgt ggtgaaactt catggcagac gggcgatttt gttaaagcca</w:t>
      </w:r>
    </w:p>
    <w:p w14:paraId="5FE3528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cttgcgaatt ttgtggcact gagaatttga ctaaagaagg tgccactact tgtggttact</w:t>
      </w:r>
    </w:p>
    <w:p w14:paraId="2EE2FD5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taccccaaaa tgctgttgtt aaaatttatt gtccagcatg tcacaattca gaagtaggac</w:t>
      </w:r>
    </w:p>
    <w:p w14:paraId="551D875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ctgagcatag tcttgccgaa taccataatg aatctggctt gaaaaccatt cttcgtaagg</w:t>
      </w:r>
    </w:p>
    <w:p w14:paraId="68DEBA5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gtggtcgcac tattgccttt ggaggctgtg tgttctctta tgttggttgc cataacaagt</w:t>
      </w:r>
    </w:p>
    <w:p w14:paraId="439EDD3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gtgcctattg ggttccacgt gctagcgcta acataggttg taaccataca ggtgttgttg</w:t>
      </w:r>
    </w:p>
    <w:p w14:paraId="40986EE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gagaaggttc cgaaggtctt aatgacaacc ttcttgaaat actccaaaaa gagaaagtca</w:t>
      </w:r>
    </w:p>
    <w:p w14:paraId="32E26B8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acatcaatat tgttggtgac tttaaactta atgaagagat cgccattatt ttggcatctt</w:t>
      </w:r>
    </w:p>
    <w:p w14:paraId="3344FAC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tttctgcttc cacaagtgct tttgtggaaa ctgtgaaagg tttggattat aaagcattca</w:t>
      </w:r>
    </w:p>
    <w:p w14:paraId="785690F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1741 aacaaattgt tgaatcctgt ggtaatttta aagttacaaa aggaaaagct aaaaaaggtg</w:t>
      </w:r>
    </w:p>
    <w:p w14:paraId="2C0455A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cctggaatat tggtgaacag aaatcaatac tgagtcctct ttatgcattt gcatcagagg</w:t>
      </w:r>
    </w:p>
    <w:p w14:paraId="3D56E6A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ctgctcgtgt tgtacgatca attttctccc gcactcttga aactgctcaa aattctgtgc</w:t>
      </w:r>
    </w:p>
    <w:p w14:paraId="49DC29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gtgttttaca gaaggccgct ataacaatac tagatggaat ttcacagtat tcactgagac</w:t>
      </w:r>
    </w:p>
    <w:p w14:paraId="1E3A9FB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tcattgatgc tatgatgttc acatctgatt tggctactaa caatctagtt gtaatggcct</w:t>
      </w:r>
    </w:p>
    <w:p w14:paraId="4A0DF7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acattacagg tggtgttgtt cagttgactt cgcagtggct aactaacatc tttggcactg</w:t>
      </w:r>
    </w:p>
    <w:p w14:paraId="14E4DED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tttatgaaaa actcaaaccc gtccttgatt ggcttgaaga gaagtttaag gaaggtgtag</w:t>
      </w:r>
    </w:p>
    <w:p w14:paraId="2B4633F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agtttcttag agacggttgg gaaattgtta aatttatctc aacctgtgct tgtgaaattg</w:t>
      </w:r>
    </w:p>
    <w:p w14:paraId="3F43DA8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tcggtggaca aattgtcacc tgtgcaaagg aaattaagga gagtgttcag acattcttta</w:t>
      </w:r>
    </w:p>
    <w:p w14:paraId="292434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agcttgtaaa taaatttttg gctttgtgtg ctgactctat cattattggt ggagctaaac</w:t>
      </w:r>
    </w:p>
    <w:p w14:paraId="6D0F62E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ttaaagcctt gaatttaggt gaaacatttg tcacgcactc aaagggattg tacagaaagt</w:t>
      </w:r>
    </w:p>
    <w:p w14:paraId="02522C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gtgttaaatc cagagaagaa actggcctac tcatgcctct aaaagctcca aaagaaatta</w:t>
      </w:r>
    </w:p>
    <w:p w14:paraId="259382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tcttcttaga gggagaaaca cttcccacag aagtgttaac agaggaagtt gtcttgaaaa</w:t>
      </w:r>
    </w:p>
    <w:p w14:paraId="26FC9E4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ctggtgattt acaaccatta gaacaaccta ctagtgaagc tgttgaagct ccattggttg</w:t>
      </w:r>
    </w:p>
    <w:p w14:paraId="444FC8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gtacaccagt ttgtattaac gggcttatgt tgctcgaaat caaagacaca gaaaagtact</w:t>
      </w:r>
    </w:p>
    <w:p w14:paraId="43D657B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gtgcccttgc acctaatatg atggtaacaa acaatacctt cacactcaaa ggcggtgcac</w:t>
      </w:r>
    </w:p>
    <w:p w14:paraId="10F067D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caacaaaggt tacttttggt gatgacactg tgatagaagt gcaaggttac aagagtgtga</w:t>
      </w:r>
    </w:p>
    <w:p w14:paraId="71CB905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atatcacttt tgaacttgat gaaaggattg ataaagtact taatgagagg tgctctgcct</w:t>
      </w:r>
    </w:p>
    <w:p w14:paraId="296C7A0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atacagttga actcggtaca gaagtaaatg agttcgcctg tgttgtggca gatgctgtca</w:t>
      </w:r>
    </w:p>
    <w:p w14:paraId="41910E2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taaaaacttt gcaaccagta tctgaattac ttacaccact gggcattgat ttagatgagt</w:t>
      </w:r>
    </w:p>
    <w:p w14:paraId="74D95BF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ggagtatggc tacatactac ttatttgatg agtctggtga gtttaaattg gcttcacata</w:t>
      </w:r>
    </w:p>
    <w:p w14:paraId="51AAE6F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tgtattgttc tttttaccct ccagatgagg atgaagaaga aggtgattgt gaagaagaag</w:t>
      </w:r>
    </w:p>
    <w:p w14:paraId="246BFE9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agtttgagcc atcaactcaa tatgagtatg gtactgaaga tgattaccaa ggtaaacctt</w:t>
      </w:r>
    </w:p>
    <w:p w14:paraId="5E1253F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tggaatttgg tgccacttct gctgctcttc aacctgaaga agagcaagaa gaagattggt</w:t>
      </w:r>
    </w:p>
    <w:p w14:paraId="002C59F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tagatgatga tagtcaacaa actgttggtc aacaagacgg cagtgaggac aatcagacaa</w:t>
      </w:r>
    </w:p>
    <w:p w14:paraId="4085134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ctactattca aacaattgtt gaggttcaac ctcaattaga gatggaactt acaccagttg</w:t>
      </w:r>
    </w:p>
    <w:p w14:paraId="4C4178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ttcagactat tgaagtgaat agttttagtg gttatttaaa acttactgac aatgtataca</w:t>
      </w:r>
    </w:p>
    <w:p w14:paraId="06C697F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ttaaaaatgc agacattgtg gaagaagcta aaaaggtaaa accaacagtg gttgttaatg</w:t>
      </w:r>
    </w:p>
    <w:p w14:paraId="0BC1BFB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cagccaatgt ttaccttaaa catggaggag gtgttgcagg agccttaaat aaggctacta</w:t>
      </w:r>
    </w:p>
    <w:p w14:paraId="22E4C48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acaatgccat gcaagttgaa tctgatgatt acatagctac taatggacca cttaaagtgg</w:t>
      </w:r>
    </w:p>
    <w:p w14:paraId="3D53F18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gtggtagttg tgttttaagc ggacacaatc ttgctaaaca ctgtcttcat gttgtcggcc</w:t>
      </w:r>
    </w:p>
    <w:p w14:paraId="58652E9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caaatgttaa caaaggtgaa gacattcaac ttcttaagag tgcttatgaa aattttaatc</w:t>
      </w:r>
    </w:p>
    <w:p w14:paraId="3CB853C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agcacgaagt tctacttgca ccattattat cagctggtat ttttggtgct gaccctatac</w:t>
      </w:r>
    </w:p>
    <w:p w14:paraId="0673EB9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attctttaag agtttgtgta gatactgttc gcacaaatgt ctacttagct gtctttgata</w:t>
      </w:r>
    </w:p>
    <w:p w14:paraId="2821CCF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aaaatctcta tgacaaactt gtttcaagct ttttggaaat gaagagtgaa aagcaagttg</w:t>
      </w:r>
    </w:p>
    <w:p w14:paraId="33C0A95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aacaaaagat cgctgagatt cctaaagagg aagttaagcc atttataact gaaagtaaac</w:t>
      </w:r>
    </w:p>
    <w:p w14:paraId="012C923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cttcagttga acagagaaaa caagatgata agaaaatcaa agcttgtgtt gaagaagtta</w:t>
      </w:r>
    </w:p>
    <w:p w14:paraId="25F2499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caacaactct ggaagaaact aagttcctca cagaaaactt gttactttat attgacatta</w:t>
      </w:r>
    </w:p>
    <w:p w14:paraId="5AFEA24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atggcaatct tcatccagat tctgccactc ttgttagtga cattgacatc actttcttaa</w:t>
      </w:r>
    </w:p>
    <w:p w14:paraId="75A4D43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agaaagatgc tccatatata gtgggtgatg ttgttcaaga gggtgtttta actgctgtgg</w:t>
      </w:r>
    </w:p>
    <w:p w14:paraId="4F6D8C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ttatacctac taaaaaggct ggtggcacta ctgaaatgct agcgaaagct ttgagaaaag</w:t>
      </w:r>
    </w:p>
    <w:p w14:paraId="38B3308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tgccaacaga caattatata accacttacc cgggtcaggg tttaaatggt tacactgtag</w:t>
      </w:r>
    </w:p>
    <w:p w14:paraId="4D58E5A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4261 aggaggcaaa gacagtgctt aaaaagtgta aaagtgcctt ttacattcta ccatctatta</w:t>
      </w:r>
    </w:p>
    <w:p w14:paraId="666F569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tctctaatga gaagcaagaa attcttggaa ctgtttcttg gaatttgcga gaaatgcttg</w:t>
      </w:r>
    </w:p>
    <w:p w14:paraId="5859C2A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cacatgcaga agaaacacgc aaattaatgc ctgtctgtgt ggaaactaaa gccatagttt</w:t>
      </w:r>
    </w:p>
    <w:p w14:paraId="068DA52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caactataca gcgtaaatat aagggtatta aaatacaaga gggtgtggtt gattatggtg</w:t>
      </w:r>
    </w:p>
    <w:p w14:paraId="0304FE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ctagatttta cttttacacc agtaaaacaa ctgtagcgtc acttatcaac acacttaacg</w:t>
      </w:r>
    </w:p>
    <w:p w14:paraId="7194920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atctaaatga aactcttgtt acaatgccac ttggctatgt aacacatggc ttaaatttgg</w:t>
      </w:r>
    </w:p>
    <w:p w14:paraId="6BB39A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aagaagctgc tcggtatatg agatctctca aagtgccagc tacagtttct gtttcttcac</w:t>
      </w:r>
    </w:p>
    <w:p w14:paraId="642B836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ctgatgctgt tacagcgtat aatggttatc ttacttcttc ttctaaaaca cctgaagaac</w:t>
      </w:r>
    </w:p>
    <w:p w14:paraId="745DDE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attttattga aaccatctca cttgctggtt cctataaaga ttggtcctat tctggacaat</w:t>
      </w:r>
    </w:p>
    <w:p w14:paraId="502A5EF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ctacacaact aggtatagaa tttcttaaga gaggtgataa aagtgtatat tacactagta</w:t>
      </w:r>
    </w:p>
    <w:p w14:paraId="048A67F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atcctaccac attccaccta gatggtgaag ttatcacctt tgacaatctt aagacacttc</w:t>
      </w:r>
    </w:p>
    <w:p w14:paraId="4CC39C6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tttctttgag agaagtgagg actattaagg tgtttacaac agtagacaac attaacctcc</w:t>
      </w:r>
    </w:p>
    <w:p w14:paraId="07546A0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acacgcaagt tgtggacatg tcaatgacat atggacaaca gtttggtcca acttatttgg</w:t>
      </w:r>
    </w:p>
    <w:p w14:paraId="4C732D2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atggagctga tgttactaaa ataaaacctc ataattcaca tgaaggtaaa acattttatg</w:t>
      </w:r>
    </w:p>
    <w:p w14:paraId="7998495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ttttacctaa tgatgacact ctacgtgttg aggcttttga gtactaccac acaactgatc</w:t>
      </w:r>
    </w:p>
    <w:p w14:paraId="6242B1C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ctagttttct gggtaggtac atgtcagcat taaatcacac taaaaagtgg aaatacccac</w:t>
      </w:r>
    </w:p>
    <w:p w14:paraId="33ABD0A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aagttaatgg tttaacttct attaaatggg cagataacaa ctgttatctt gccactgcat</w:t>
      </w:r>
    </w:p>
    <w:p w14:paraId="616F6B1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tgttaacact ccaacaaata gagttgaagt ttaatccacc tgctctacaa gatgcttatt</w:t>
      </w:r>
    </w:p>
    <w:p w14:paraId="0A6BE01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acagagcaag ggctggtgaa gcggctaact tttgtgcact tatcttagcc tactgtaata</w:t>
      </w:r>
    </w:p>
    <w:p w14:paraId="6781B06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agacagtagg tgagttaggt gatgttagag aaacaatgag ttacttgttt caacatgcca</w:t>
      </w:r>
    </w:p>
    <w:p w14:paraId="7559EAA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atttagattc ttgcaaaaga gtcttgaacg tggtgtgtaa aacttgtgga caacagcaga</w:t>
      </w:r>
    </w:p>
    <w:p w14:paraId="158D386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caacccttaa gggtgtagaa gctgttatgt acatgggcac actttcttat gaacaattta</w:t>
      </w:r>
    </w:p>
    <w:p w14:paraId="65B9B8E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agaaaggtgt tcagatacct tgtacgtgtg gtaaacaagc tacaaaatat ctagtacaac</w:t>
      </w:r>
    </w:p>
    <w:p w14:paraId="20F889C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aggagtcacc ttttgttatg atgtcagcac cacctgctca gtatgaactt aagcatggta</w:t>
      </w:r>
    </w:p>
    <w:p w14:paraId="79CA992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catttacttg tgctagtgag tacactggta attaccagtg tggtcactat aaacatataa</w:t>
      </w:r>
    </w:p>
    <w:p w14:paraId="6C61F1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cttctaaaga aactttgtat tgcatagacg gtgctttact tacaaagtcc tcagaataca</w:t>
      </w:r>
    </w:p>
    <w:p w14:paraId="048C5C3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aaggtcctat tacggatgtt ttctacaaag aaaacagtta cacaacaacc ataaaaccag</w:t>
      </w:r>
    </w:p>
    <w:p w14:paraId="17B94D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ttacttataa attggatggt gttgtttgta cagaaattga ccctaagttg gacaattatt</w:t>
      </w:r>
    </w:p>
    <w:p w14:paraId="3AE3785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ataagaaaga caattcttat ttcacagagc aaccaattga tcttgtacca aaccaaccat</w:t>
      </w:r>
    </w:p>
    <w:p w14:paraId="438DA3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atccaaacgc aagcttcgat aattttaagt ttgtatgtga taatatcaaa tttgctgatg</w:t>
      </w:r>
    </w:p>
    <w:p w14:paraId="2BC2D74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atttaaacca gttaactggt tataagaaac ctgcttcaag agagcttaaa gttacatttt</w:t>
      </w:r>
    </w:p>
    <w:p w14:paraId="6CC87F8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tccctgactt aaatggtgat gtggtggcta ttgattataa acactacaca ccctctttta</w:t>
      </w:r>
    </w:p>
    <w:p w14:paraId="62D035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agaaaggagc taaattgtta cataaaccta ttgtttggca tgttaacaat gcaactaata</w:t>
      </w:r>
    </w:p>
    <w:p w14:paraId="68AB087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aagccacgta taaaccaaat acctggtgta tacgttgtct ttggagcaca aaaccagttg</w:t>
      </w:r>
    </w:p>
    <w:p w14:paraId="04700DB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aaacatcaaa ttcgtttgat gtactgaagt cagaggacgc gcagggaatg gataatcttg</w:t>
      </w:r>
    </w:p>
    <w:p w14:paraId="59CB6C4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cctgcgaaga tctaaaacca gtctctgaag aagtagtgga aaatcctacc atacagaaag</w:t>
      </w:r>
    </w:p>
    <w:p w14:paraId="6C05426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acgttcttga gtgtaatgtg aaaactaccg aagttgtagg agacattata cttaaaccag</w:t>
      </w:r>
    </w:p>
    <w:p w14:paraId="20D1FB4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caaataatat aaaaattaca gaagaggttg gccacacaga tctaatggct gcttatgtag</w:t>
      </w:r>
    </w:p>
    <w:p w14:paraId="32A1CF1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acaattctag tcttactatt aagaaaccta atgaattatc tagagtatta ggtttgaaaa</w:t>
      </w:r>
    </w:p>
    <w:p w14:paraId="0492D90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cccttgctac tcatggttta gctgctgtta atagtgtccc ttgggatact atagctaatt</w:t>
      </w:r>
    </w:p>
    <w:p w14:paraId="109CF7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atgctaagcc ttttcttaac aaagttgtta gtacaactac taacatagtt acacggtgtt</w:t>
      </w:r>
    </w:p>
    <w:p w14:paraId="70DA480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taaaccgtgt ttgtactaat tatatgcctt atttctttac tttattgcta caattgtgta</w:t>
      </w:r>
    </w:p>
    <w:p w14:paraId="010A6AB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6781 cttttactag aagtacaaat tctagaatta aagcatctat gccgactact atagcaaaga</w:t>
      </w:r>
    </w:p>
    <w:p w14:paraId="07ABF8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atactgttaa gagtgtcggt aaattttgtc tagaggcttc atttaattat ttgaagtcac</w:t>
      </w:r>
    </w:p>
    <w:p w14:paraId="6B56AA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ctaatttttc taaactgata aatattataa tttggttttt actattaagt gtttgcctag</w:t>
      </w:r>
    </w:p>
    <w:p w14:paraId="76EA82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gttctttaat ctactcaacc gctgctttag gtgttttaat gtctaattta ggcatgcctt</w:t>
      </w:r>
    </w:p>
    <w:p w14:paraId="1DA57DC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cttactgtac tggttacaga gaaggctatt tgaactctac taatgtcact attgcaacct</w:t>
      </w:r>
    </w:p>
    <w:p w14:paraId="70D6DF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actgtactgg ttctatacct tgtagtgttt gtcttagtgg tttagattct ttagacacct</w:t>
      </w:r>
    </w:p>
    <w:p w14:paraId="7E59A6D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atccttcttt agaaactata caaattacca tttcatcttt taaatgggat ttaacagctt</w:t>
      </w:r>
    </w:p>
    <w:p w14:paraId="5062903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ttggcttagt tgcagagtgg tttttggcat atattctttt cactaggttt ttctatgtac</w:t>
      </w:r>
    </w:p>
    <w:p w14:paraId="7042C55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ttggattggc tgcaatcatg caattgtttt tcagctattt tgcagtacat tttattagta</w:t>
      </w:r>
    </w:p>
    <w:p w14:paraId="4C9ACD5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attcttggct tatgtggtta ataattaatc ttgtacaaat ggccccgatt tcagctatgg</w:t>
      </w:r>
    </w:p>
    <w:p w14:paraId="69C457F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ttagaatgta catcttcttt gcatcatttt attatgtatg gaaaagttat gtgcatgttg</w:t>
      </w:r>
    </w:p>
    <w:p w14:paraId="2C6EDAD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tagacggttg taattcatca acttgtatga tgtgttacaa acgtaataga gcaacaagag</w:t>
      </w:r>
    </w:p>
    <w:p w14:paraId="33CE7AF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tcgaatgtac aactattgtt aatggtgtta gaaggtcctt ttatgtctat gctaatggag</w:t>
      </w:r>
    </w:p>
    <w:p w14:paraId="134F4DA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gtaaaggctt ttgcaaacta cacaattgga attgtgttaa ttgtgataca ttctgtgctg</w:t>
      </w:r>
    </w:p>
    <w:p w14:paraId="64632BA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gtagtacatt tattagtgat gaagttgcga gagacttgtc actacagttt aaaagaccaa</w:t>
      </w:r>
    </w:p>
    <w:p w14:paraId="4B8D942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taaatcctac tgaccagtct tcttacatcg ttgatagtgt tacagtgaag aatggttcca</w:t>
      </w:r>
    </w:p>
    <w:p w14:paraId="1179A61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tccatcttta ctttgataaa gctggtcaaa agacttatga aagacattct ctctctcatt</w:t>
      </w:r>
    </w:p>
    <w:p w14:paraId="02E669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ttgttaactt agacaacctg agagctaata acactaaagg ttcattgcct attaatgtta</w:t>
      </w:r>
    </w:p>
    <w:p w14:paraId="5C653C4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tagtttttga tggtaaatca aaatgtgaag aatcatctgc aaaatcagcg tctgtttact</w:t>
      </w:r>
    </w:p>
    <w:p w14:paraId="32C53BD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acagtcagct tatgtgtcaa cctatactgt tactagatca ggcattagtg tctgatgttg</w:t>
      </w:r>
    </w:p>
    <w:p w14:paraId="5394A63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gtgatagtgc ggaagttgca gttaaaatgt ttgatgctta cgttaatacg ttttcatcaa</w:t>
      </w:r>
    </w:p>
    <w:p w14:paraId="08B9EF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cttttaacgt accaatggaa aaactcaaaa cactagttgc aactgcagaa gctgaacttg</w:t>
      </w:r>
    </w:p>
    <w:p w14:paraId="60160E0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caaagaatgt gtccttagac aatgtcttat ctacttttat ttcagcagct cggcaagggt</w:t>
      </w:r>
    </w:p>
    <w:p w14:paraId="4925507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ttgttgattc agatgtagaa actaaagatg ttgttgaatg tcttaaattg tcacatcaat</w:t>
      </w:r>
    </w:p>
    <w:p w14:paraId="378C3C2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ctgacataga agttactggc gatagttgta ataactatat gctcacctat aacaaagttg</w:t>
      </w:r>
    </w:p>
    <w:p w14:paraId="19ED292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aaaacatgac accccgtgac cttggtgctt gtattgactg tagtgcgcgt catattaatg</w:t>
      </w:r>
    </w:p>
    <w:p w14:paraId="3A503D0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cgcaggtagc aaaaagtcac aacattactt tgatatggaa cgttaaagat ttcatgtcat</w:t>
      </w:r>
    </w:p>
    <w:p w14:paraId="3341B4B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tgtctgaaca actacgaaaa caaatacgta gtgctgctaa aaagaataac ttacctttta</w:t>
      </w:r>
    </w:p>
    <w:p w14:paraId="7ABED0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agttgacatg tgcaactact agacaagttg ttaatgttgt aacaacaaag atagcactta</w:t>
      </w:r>
    </w:p>
    <w:p w14:paraId="055B7B1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agggtggtaa aattgttaat aattggttga agcagttaat taaagttaca cttgtgttcc</w:t>
      </w:r>
    </w:p>
    <w:p w14:paraId="218F033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tttttgttgc tgctattttc tatttaataa cacctgttca tgtcatgtct aaacatactg</w:t>
      </w:r>
    </w:p>
    <w:p w14:paraId="067C37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acttttcaag tgaaatcata ggatacaagg ctattgatgg tggtgtcact cgtgacatag</w:t>
      </w:r>
    </w:p>
    <w:p w14:paraId="665A57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catctacaga tacttgtttt gctaacaaac atgctgattt tgacacatgg tttagccagc</w:t>
      </w:r>
    </w:p>
    <w:p w14:paraId="32E83E2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gtggtggtag ttatactaat gacaaagctt gcccattgat tgctgcagtc ataacaagag</w:t>
      </w:r>
    </w:p>
    <w:p w14:paraId="12A430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aagtgggttt tgtcgtgcct ggtttgcctg gcacgatatt acgcacaact aatggtgact</w:t>
      </w:r>
    </w:p>
    <w:p w14:paraId="3FF33C9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ttttgcattt cttacctaga gtttttagtg cagttggtaa catctgttac acaccatcaa</w:t>
      </w:r>
    </w:p>
    <w:p w14:paraId="7168506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aacttataga gtacactgac tttgcaacat cagcttgtgt tttggctgct gaatgtacaa</w:t>
      </w:r>
    </w:p>
    <w:p w14:paraId="49E29B8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tttttaaaga tgcttctggt aagccagtac catattgtta tgataccaat gtactagaag</w:t>
      </w:r>
    </w:p>
    <w:p w14:paraId="15753E6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gttctgttgc ttatgaaagt ttacgccctg acacacgtta tgtgctcatg gatggctcta</w:t>
      </w:r>
    </w:p>
    <w:p w14:paraId="4DE8677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ttattcaatt tcctaacacc taccttgaag gttctgttag agtggtaaca acttttgatt</w:t>
      </w:r>
    </w:p>
    <w:p w14:paraId="67D501F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ctgagtactg taggcacggc acttgtgaaa gatcagaagc tggtgtttgt gtatctacta</w:t>
      </w:r>
    </w:p>
    <w:p w14:paraId="71BA19A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gtggtagatg ggtacttaac aatgattatt acagatcttt accaggagtt ttctgtggtg</w:t>
      </w:r>
    </w:p>
    <w:p w14:paraId="0B7623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9301 tagatgctgt aaatttactt actaatatgt ttacaccact aattcaacct attggtgctt</w:t>
      </w:r>
    </w:p>
    <w:p w14:paraId="4E44B8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tggacatatc agcatctata gtagctggtg gtattgtagc tatcgtagta acatgccttg</w:t>
      </w:r>
    </w:p>
    <w:p w14:paraId="3D56FBF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cctactattt tatgaggttt agaagagctt ttggtgaata cagtcatgta gttgccttta</w:t>
      </w:r>
    </w:p>
    <w:p w14:paraId="4D0CC94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atactttact attccttatg tcattcactg tactctgttt aacaccagtt tactcattct</w:t>
      </w:r>
    </w:p>
    <w:p w14:paraId="7E92C2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tacctggtgt ttattctgtt atttacttgt acttgacatt ttatcttact aatgatgttt</w:t>
      </w:r>
    </w:p>
    <w:p w14:paraId="5F49C3B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cttttttagc acatattcag tggatggtta tgttcacacc tttagtacct ttctggataa</w:t>
      </w:r>
    </w:p>
    <w:p w14:paraId="2BE5347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caattgctta tatcatttgt atttccacaa agcatttcta ttggttcttt agtaattacc</w:t>
      </w:r>
    </w:p>
    <w:p w14:paraId="1319B6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taaagagacg tgtagtcttt aatggtgttt cctttagtac ttttgaagaa gctgcgctgt</w:t>
      </w:r>
    </w:p>
    <w:p w14:paraId="5C77881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gcaccttttt gttaaataaa gaaatgtatc taaagttgcg tagtgatgtg ctattacctc</w:t>
      </w:r>
    </w:p>
    <w:p w14:paraId="70AC280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ttacgcaata taatagatac ttagctcttt ataataagta caagtatttt agtggagcaa</w:t>
      </w:r>
    </w:p>
    <w:p w14:paraId="178785C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tggatacaac tagctacaga gaagctgctt gttgtcatct cgcaaaggct ctcaatgact</w:t>
      </w:r>
    </w:p>
    <w:p w14:paraId="452508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tcagtaactc aggttctgat gttctttacc aaccaccaca aatctctatc acctcagctg</w:t>
      </w:r>
    </w:p>
    <w:p w14:paraId="38CE851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ttttgcagag tggttttaga aaaatggcat tcccatctgg taaagttgag ggttgtatgg</w:t>
      </w:r>
    </w:p>
    <w:p w14:paraId="65D3E80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tacaagtaac ttgtggtaca actacactta acggtctttg gcttgatgac gtagtttact</w:t>
      </w:r>
    </w:p>
    <w:p w14:paraId="0D78D18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gtccaagaca tgtgatctgc acctctgaag acatgcttaa ccctaattat gaagatttac</w:t>
      </w:r>
    </w:p>
    <w:p w14:paraId="6F0BB78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tcattcgtaa gtctaatcat aatttcttgg tacaggctgg taatgttcaa ctcagggtta</w:t>
      </w:r>
    </w:p>
    <w:p w14:paraId="2F8BD34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ttggacattc tatgcaaaat tgtgtactta agcttagggt tgatacagcc aatcctaaga</w:t>
      </w:r>
    </w:p>
    <w:p w14:paraId="2235887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cacctaagta taagtttgtt cgcattcaac caggacagac tttttcagtg ttagcttgtt</w:t>
      </w:r>
    </w:p>
    <w:p w14:paraId="7AC000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acaatggttc accatctggt gtttaccaat gtgctatgag gcacaatttc actattaagg</w:t>
      </w:r>
    </w:p>
    <w:p w14:paraId="32D6E06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gttcattcct taatggttca tgtggtagtg ttggttttaa catagattat gactgtgtct</w:t>
      </w:r>
    </w:p>
    <w:p w14:paraId="786CD0E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ctttttgtta catgcaccat atggaattac caactggagt tcatgctggc acagacttag</w:t>
      </w:r>
    </w:p>
    <w:p w14:paraId="0197DC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aaggtaactt ttatggacct tttgttgaca ggcaaacagc acaagcagct ggtacggaca</w:t>
      </w:r>
    </w:p>
    <w:p w14:paraId="39EC604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caactattac agttaatgtt ttagcttggt tgtacgctgc tgttataaat ggagacaggt</w:t>
      </w:r>
    </w:p>
    <w:p w14:paraId="3C355A0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ggtttctcaa tcgatttacc acaactctta atgactttaa ccttgtggct atgaagtaca</w:t>
      </w:r>
    </w:p>
    <w:p w14:paraId="65CACD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attatgaacc tctaacacaa gaccatgttg acatactagg acctctttct gctcaaactg</w:t>
      </w:r>
    </w:p>
    <w:p w14:paraId="302B382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gaattgccgt tttagatatg tgtgcttcat taaaagaatt actgcaaaat ggtatgaatg</w:t>
      </w:r>
    </w:p>
    <w:p w14:paraId="05155A7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gacgtaccat attgggtagt gctttattag aagatgaatt tacacctttt gatgttgtta</w:t>
      </w:r>
    </w:p>
    <w:p w14:paraId="1F3BCF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gacaatgctc aggtgttact ttccaaagtg cagtgaaaag aacaatcaag ggtacacacc</w:t>
      </w:r>
    </w:p>
    <w:p w14:paraId="5490BC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actggttgtt actcacaatt ttgacttcac ttttagtttt agtccagagt actcaatggt</w:t>
      </w:r>
    </w:p>
    <w:p w14:paraId="4FA0F2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ctttgttctt ttttttgtat gaaaatgcct ttttaccttt tgctatgggt attattgcta</w:t>
      </w:r>
    </w:p>
    <w:p w14:paraId="6C8626C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tgtctgcttt tgcaatgatg tttgtcaaac ataagcatgc atttctctgt ttgtttttgt</w:t>
      </w:r>
    </w:p>
    <w:p w14:paraId="718A57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taccttctct tgccactgta gcttatttta atatggtcta tatgcctgct agttgggtga</w:t>
      </w:r>
    </w:p>
    <w:p w14:paraId="633AF8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tgcgtattat gacatggttg gatatggttg atactagttt taagctaaaa gactgtgtta</w:t>
      </w:r>
    </w:p>
    <w:p w14:paraId="6860D6A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tgtatgcatc agctgtagtg ttactaatcc ttatgacagc aagaactgtg tatgatgatg</w:t>
      </w:r>
    </w:p>
    <w:p w14:paraId="6618D92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gtgctaggag agtgtggaca cttatgaatg tcttgacact cgtttataaa gtttattatg</w:t>
      </w:r>
    </w:p>
    <w:p w14:paraId="624EB3D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gtaatgcttt agatcaagcc atttccatgt gggctcttat aatctctgtt acttctaact</w:t>
      </w:r>
    </w:p>
    <w:p w14:paraId="0056D5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actcaggtgt agttacaact gtcatgtttt tggccagagg tgttgttttt atgtgtgttg</w:t>
      </w:r>
    </w:p>
    <w:p w14:paraId="1E5667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agtattgccc tattttcttc ataactggta atacacttca gtgtataatg ctagtttatt</w:t>
      </w:r>
    </w:p>
    <w:p w14:paraId="73CF933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gtttcttagg ctatttttgt acttgttact ttggcctctt ttgtttactc aaccgctact</w:t>
      </w:r>
    </w:p>
    <w:p w14:paraId="7D50A5E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ttagactgac tcttggtgtt tatgattact tagtttctac acaggagttt agatatatga</w:t>
      </w:r>
    </w:p>
    <w:p w14:paraId="19F8D2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attcacaggg actactccca cccaagaata gcatagatgc cttcaaactc aacattaaat</w:t>
      </w:r>
    </w:p>
    <w:p w14:paraId="79B9EF2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tgttgggtgt tggtggcaaa ccttgtatca aagtagccac tgtacagtct aaaatgtcag</w:t>
      </w:r>
    </w:p>
    <w:p w14:paraId="6D17CDF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atgtaaagtg cacatcagta gtcttactct cagttttgca acaactcaga gtagaatcat</w:t>
      </w:r>
    </w:p>
    <w:p w14:paraId="45450B5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catctaaatt gtgggctcaa tgtgtccagt tacacaatga cattctctta gctaaagata</w:t>
      </w:r>
    </w:p>
    <w:p w14:paraId="04D0F2A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ctactgaagc ctttgaaaaa atggtttcac tactttctgt tttgctttcc atgcagggtg</w:t>
      </w:r>
    </w:p>
    <w:p w14:paraId="5EF8E52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ctgtagacat aaacaagctt tgtgaagaaa tgctggacaa cagggcaacc ttacaagcta</w:t>
      </w:r>
    </w:p>
    <w:p w14:paraId="0D7BDAC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tagcctcaga gtttagttcc cttccatcat atgcagcttt tgctactgct caagaagctt</w:t>
      </w:r>
    </w:p>
    <w:p w14:paraId="6384639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atgagcaggc tgttgctaat ggtgattctg aagttgttct taaaaagttg aagaagtctt</w:t>
      </w:r>
    </w:p>
    <w:p w14:paraId="68EEC37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tgaatgtggc taaatctgaa tttgaccgtg atgcagccat gcaacgtaag ttggaaaaga</w:t>
      </w:r>
    </w:p>
    <w:p w14:paraId="2ACDC45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tggctgatca agctatgacc caaatgtata aacaggctag atctgaggac aagagggcaa</w:t>
      </w:r>
    </w:p>
    <w:p w14:paraId="32F1E6B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aagttactag tgctatgcag acaatgcttt tcactatgct tagaaagttg gataatgatg</w:t>
      </w:r>
    </w:p>
    <w:p w14:paraId="052DD6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cactcaacaa cattatcaac aatgcaagag atggttgtgt tcccttgaac ataatacctc</w:t>
      </w:r>
    </w:p>
    <w:p w14:paraId="4A7D427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ttacaacagc agccaaacta atggttgtca taccagacta taacacatat aaaaatacgt</w:t>
      </w:r>
    </w:p>
    <w:p w14:paraId="426B1D0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gtgatggtac aacatttact tatgcatcag cattgtggga aatccaacag gttgtagatg</w:t>
      </w:r>
    </w:p>
    <w:p w14:paraId="22457AE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cagatagtaa aattgttcaa cttagtgaaa ttagtatgga caattcacct aatttagcat</w:t>
      </w:r>
    </w:p>
    <w:p w14:paraId="5E8980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ggcctcttat tgtaacagct ttaagggcca attctgctgt caaattacag aataatgagc</w:t>
      </w:r>
    </w:p>
    <w:p w14:paraId="5C0E0DF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ttagtcctgt tgcactacga cagatgtctt gtgctgccgg tactacacaa actgcttgca</w:t>
      </w:r>
    </w:p>
    <w:p w14:paraId="223B37B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ctgatgacaa tgcgttagct tactacaaca caacaaaggg aggtaggttt gtacttgcac</w:t>
      </w:r>
    </w:p>
    <w:p w14:paraId="54D63A8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tgttatccga tttacaggat ttgaaatggg ctagattccc taagagtgat ggaactggta</w:t>
      </w:r>
    </w:p>
    <w:p w14:paraId="39904A5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ctatctatac agaactggaa ccaccttgta ggtttgttac agacacacct aaaggtccta</w:t>
      </w:r>
    </w:p>
    <w:p w14:paraId="6F80209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aagtgaagta tttatacttt attaaaggat taaacaacct aaatagaggt atggtacttg</w:t>
      </w:r>
    </w:p>
    <w:p w14:paraId="216F949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gtagtttagc tgccacagta cgtctacaag ctggtaatgc aacagaagtg cctgccaatt</w:t>
      </w:r>
    </w:p>
    <w:p w14:paraId="50A4BE1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caactgtatt atctttctgt gcttttgctg tagatgctgc taaagcttac aaagattatc</w:t>
      </w:r>
    </w:p>
    <w:p w14:paraId="5B1CA8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tagctagtgg gggacaacca atcactaatt gtgttaagat gttgtgtaca cacactggta</w:t>
      </w:r>
    </w:p>
    <w:p w14:paraId="75785EC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ctggtcaggc aataacagtc acaccggaag ccaatatgga tcaagaatcc tttggtggtg</w:t>
      </w:r>
    </w:p>
    <w:p w14:paraId="25D81DC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catcgtgttg tctgtactgc cgttgccaca tagatcatcc aaatcctaaa ggattttgtg</w:t>
      </w:r>
    </w:p>
    <w:p w14:paraId="6EFB4B4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acttaaaagg taagtatgta caaataccta caacttgtgc taatgaccct gtgggtttta</w:t>
      </w:r>
    </w:p>
    <w:p w14:paraId="398504B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cacttaaaaa cacagtctgt accgtctgcg gtatgtggaa aggttatggc tgtagttgtg</w:t>
      </w:r>
    </w:p>
    <w:p w14:paraId="3F13CE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atcaactccg cgaacccatg cttcagtcag ctgatgcaca atcgttttta aacgggtttg</w:t>
      </w:r>
    </w:p>
    <w:p w14:paraId="75E0510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cggtgtaagt gcagcccgtc ttacaccgtg cggcacaggc actagtactg atgtcgtata</w:t>
      </w:r>
    </w:p>
    <w:p w14:paraId="3991367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cagggctttt gacatctaca atgataaagt agctggtttt gctaaattcc taaaaactaa</w:t>
      </w:r>
    </w:p>
    <w:p w14:paraId="12E31A4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ttgttgtcgc ttccaagaaa aggacgaaga tgacaattta attgattctt actttgtagt</w:t>
      </w:r>
    </w:p>
    <w:p w14:paraId="2D7394E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taagagacac actttctcta actaccaaca tgaagaaaca atttataatt tacttaagga</w:t>
      </w:r>
    </w:p>
    <w:p w14:paraId="4623E82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ttgtccagct gttgctaaac atgacttctt taagtttaga atagacggtg acatggtacc</w:t>
      </w:r>
    </w:p>
    <w:p w14:paraId="6A8D637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acatatatca cgtcaacgtc ttactaaata cacaatggca gacctcgtct atgctttaag</w:t>
      </w:r>
    </w:p>
    <w:p w14:paraId="4D2E143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gcattttgat gaaggtaatt gttacacatt aaaagaaata cttgtcacat acaattgttg</w:t>
      </w:r>
    </w:p>
    <w:p w14:paraId="7BCA54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tgatgatgat tatttcaata aaaaggactg gtatgatttt gtagaaaacc cagatatatt</w:t>
      </w:r>
    </w:p>
    <w:p w14:paraId="1C09464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acgcgtatac gccaacttag gtgaacgtgt acgccaagct ttgttaaaaa cagtacaatt</w:t>
      </w:r>
    </w:p>
    <w:p w14:paraId="2ADA14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ctgtgatgcc atgcgaaatg ctggtattgt tggtgtactg acattagata atcaagatct</w:t>
      </w:r>
    </w:p>
    <w:p w14:paraId="0B41B1B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caatggtaac tggtatgatt tcggtgattt catacaaacc acgccaggta gtggagttcc</w:t>
      </w:r>
    </w:p>
    <w:p w14:paraId="724A86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tgttgtagat tcttattatt cattgttaat gcctatatta accttgacca gggctttaac</w:t>
      </w:r>
    </w:p>
    <w:p w14:paraId="3004934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tgcagagtca catgttgaca ctgacttaac aaagccttac attaagtggg atttgttaaa</w:t>
      </w:r>
    </w:p>
    <w:p w14:paraId="3A92273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atatgacttc acggaagaga ggttaaaact ctttgaccgt tattttaaat attgggatca</w:t>
      </w:r>
    </w:p>
    <w:p w14:paraId="13F7337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gacataccac ccaaattgtg ttaactgttt ggatgacaga tgcattctgc attgtgcaaa</w:t>
      </w:r>
    </w:p>
    <w:p w14:paraId="0D7DFE7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ctttaatgtt ttattctcta cagtgttccc acttacaagt tttggaccac tagtgagaaa</w:t>
      </w:r>
    </w:p>
    <w:p w14:paraId="3598422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aatatttgtt gatggtgttc catttgtagt ttcaactgga taccacttca gagagctagg</w:t>
      </w:r>
    </w:p>
    <w:p w14:paraId="2D2F602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tgttgtacat aatcaggatg taaacttaca tagctctaga cttagtttta aggaattact</w:t>
      </w:r>
    </w:p>
    <w:p w14:paraId="0D87E38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tgtgtatgct gctgaccctg ctatgcacgc tgcttctggt aatctattac tagataaacg</w:t>
      </w:r>
    </w:p>
    <w:p w14:paraId="312F759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cactacgtgc ttttcagtag ctgcacttac taacaatgtt gcttttcaaa ctgtcaaacc</w:t>
      </w:r>
    </w:p>
    <w:p w14:paraId="04BF4F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cggtaatttt aacaaagact tctatgactt tgctgtgtct aagggtttct ttaaggaagg</w:t>
      </w:r>
    </w:p>
    <w:p w14:paraId="3A49FD6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aagttctgtt gaattaaaac acttcttctt tgctcaggat ggtaatgctg ctatcagcga</w:t>
      </w:r>
    </w:p>
    <w:p w14:paraId="438AF5F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ttatgactac tatcgttata atctaccaac aatgtgtgat atcagacaac tactatttgt</w:t>
      </w:r>
    </w:p>
    <w:p w14:paraId="4509E7C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agttgaagtt gttgataagt actttgattg ttacgatggt ggctgtatta atgctaacca</w:t>
      </w:r>
    </w:p>
    <w:p w14:paraId="280CC2B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agtcatcgtc aacaacctag acaaatcagc tggttttcca tttaataaat ggggtaaggc</w:t>
      </w:r>
    </w:p>
    <w:p w14:paraId="0C9693A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tagactttat tatgattcaa tgagttatga ggatcaagat gcacttttcg catatacaaa</w:t>
      </w:r>
    </w:p>
    <w:p w14:paraId="07ABA88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acgtaatgtc atccctacta taactcaaat gaatcttaag tatgccatta gtgcaaagaa</w:t>
      </w:r>
    </w:p>
    <w:p w14:paraId="5F6D906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tagagctcgc accgtagctg gtgtctctat ctgtagtact atgaccaata gacagtttca</w:t>
      </w:r>
    </w:p>
    <w:p w14:paraId="094A545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tcaaaaatta ttgaaatcaa tagccgccac tagaggagct actgtagtaa ttggaacaag</w:t>
      </w:r>
    </w:p>
    <w:p w14:paraId="0392E7B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caaattctat ggtggttggc acaatatgtt aaaaactgtt tatagtgatg tagaaaaccc</w:t>
      </w:r>
    </w:p>
    <w:p w14:paraId="35D074A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tcaccttatg ggttgggatt atcctaaatg tgatagagcc atgcctaaca tgcttagaat</w:t>
      </w:r>
    </w:p>
    <w:p w14:paraId="1919143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tatggcctca cttgttcttg ctcgcaaaca tacaacgtgt tgtagcttgt cacaccgttt</w:t>
      </w:r>
    </w:p>
    <w:p w14:paraId="7228ABF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ctatagatta gctaatgagt gtgctcaagt attgagtgaa atggtcatgt gtggcggttc</w:t>
      </w:r>
    </w:p>
    <w:p w14:paraId="1D59E87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actatatgtt aaaccaggtg gaacctcatc aggagatgcc acaactgctt atgctaatag</w:t>
      </w:r>
    </w:p>
    <w:p w14:paraId="1D38E17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tgtttttaac atttgtcaag ctgtcacggc caatgttaat gcacttttat ctactgatgg</w:t>
      </w:r>
    </w:p>
    <w:p w14:paraId="2A2DAAA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taacaaaatt gccgataagt atgtccgcaa tttacaacac agactttatg agtgtctcta</w:t>
      </w:r>
    </w:p>
    <w:p w14:paraId="34F9AE0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tagaaataga gatgttgaca cagactttgt gaatgagttt tacgcatatt tgcgtaaaca</w:t>
      </w:r>
    </w:p>
    <w:p w14:paraId="6995193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tttctcaatg atgatactct ctgacgatgc tgttgtgtgt ttcaatagca cttatgcatc</w:t>
      </w:r>
    </w:p>
    <w:p w14:paraId="17F4CC9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tcaaggtcta gtggctagca taaagaactt taagtcagtt ctttattatc aaaacaatgt</w:t>
      </w:r>
    </w:p>
    <w:p w14:paraId="255A6C0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ttttatgtct gaagcaaaat gttggactga gactgacctt actaaaggac ctcatgaatt</w:t>
      </w:r>
    </w:p>
    <w:p w14:paraId="18EEAC2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ttgctctcaa catacaatgc tagttaaaca gggtgatgat tatgtgtacc ttccttaccc</w:t>
      </w:r>
    </w:p>
    <w:p w14:paraId="174EE75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agatccatca agaatcctag gggccggctg ttttgtagat gatatcgtaa aaacagatgg</w:t>
      </w:r>
    </w:p>
    <w:p w14:paraId="490E2E5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tacacttatg attgaacggt tcgtgtcttt agctatagat gcttacccac ttactaaaca</w:t>
      </w:r>
    </w:p>
    <w:p w14:paraId="4015178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tcctaatcag gagtatgctg atgtctttca tttgtactta caatacataa gaaagctaca</w:t>
      </w:r>
    </w:p>
    <w:p w14:paraId="0435426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tgatgagtta acaggacaca tgttagacat gtattctgtt atgcttacta atgataacac</w:t>
      </w:r>
    </w:p>
    <w:p w14:paraId="0A42575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ttcaaggtat tgggaacctg agttttatga ggctatgtac acaccgcata cagtcttaca</w:t>
      </w:r>
    </w:p>
    <w:p w14:paraId="2E1E90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ggctgttggg gcttgtgttc tttgcaattc acagacttca ttaagatgtg gtgcttgcat</w:t>
      </w:r>
    </w:p>
    <w:p w14:paraId="658A54C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acgtagacca ttcttatgtt gtaaatgctg ttacgaccat gtcatatcaa catcacataa</w:t>
      </w:r>
    </w:p>
    <w:p w14:paraId="06E397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attagtcttg tctgttaatc cgtatgtttg caatgctcca ggttgtgatg tcacagatgt</w:t>
      </w:r>
    </w:p>
    <w:p w14:paraId="6427E85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gactcaactt tacttaggag gtatgagcta ttattgtaaa tcacataaac cacccattag</w:t>
      </w:r>
    </w:p>
    <w:p w14:paraId="6A08C75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ttttccattg tgtgctaatg gacaagtttt tggtttatat aaaaatacat gtgttggtag</w:t>
      </w:r>
    </w:p>
    <w:p w14:paraId="6DD432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cgataatgtt actgacttta atgcaattgc aacatgtgac tggacaaatg ctggtgatta</w:t>
      </w:r>
    </w:p>
    <w:p w14:paraId="00B0357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cattttagct aacacctgta ctgaaagact caagcttttt gcagcagaaa cgctcaaagc</w:t>
      </w:r>
    </w:p>
    <w:p w14:paraId="02FF960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tactgaggag acatttaaac tgtcttatgg tattgctact gtacgtgaag tgctgtctga</w:t>
      </w:r>
    </w:p>
    <w:p w14:paraId="222A8FA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cagagaatta catctttcat gggaagttgg taaacctaga ccaccactta accgaaatta</w:t>
      </w:r>
    </w:p>
    <w:p w14:paraId="55D62FE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tgtctttact ggttatcgtg taactaaaaa cagtaaagta caaataggag agtacacctt</w:t>
      </w:r>
    </w:p>
    <w:p w14:paraId="14F98D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tgaaaaaggt gactatggtg atgctgttgt ttaccgaggt acaacaactt acaaattaaa</w:t>
      </w:r>
    </w:p>
    <w:p w14:paraId="44B157D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tgttggtgat tattttgtgc tgacatcaca tacagtaatg ccattaagtg cacctacact</w:t>
      </w:r>
    </w:p>
    <w:p w14:paraId="6282D2C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agtgccacaa gagcactatg ttagaattac tggcttatac ccaacactca atatctcaga</w:t>
      </w:r>
    </w:p>
    <w:p w14:paraId="4FDC0A2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tgagttttct agcaatgttg caaattatca aaaggttggt atgcaaaagt attctacact</w:t>
      </w:r>
    </w:p>
    <w:p w14:paraId="477F7F4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ccagggacca cctggtactg gtaagagtca ttttgctatt ggcctagctc tctactaccc</w:t>
      </w:r>
    </w:p>
    <w:p w14:paraId="01425DE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ttctgctcgc atagtgtata cagcttgctc tcatgccgct gttgatgcac tatgtgagaa</w:t>
      </w:r>
    </w:p>
    <w:p w14:paraId="6A180BC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ggcattaaaa tatttgccta tagataaatg tagtagaatt atacctgcac gtgctcgtgt</w:t>
      </w:r>
    </w:p>
    <w:p w14:paraId="3787B97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agagtgtttt gataaattca aagtgaattc aacattagaa cagtatgtct tttgtactgt</w:t>
      </w:r>
    </w:p>
    <w:p w14:paraId="6CE3D59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aaatgcattg cctgagacga cagcagatat agttgtcttt gatgaaattt caatggccac</w:t>
      </w:r>
    </w:p>
    <w:p w14:paraId="7B84D76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aaattatgat ttgagtgttg tcaatgccag attacgtgct aagcactatg tgtacattgg</w:t>
      </w:r>
    </w:p>
    <w:p w14:paraId="32480EB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cgaccctgct caattacctg caccacgcac attgctaact aagggcacac tagaaccaga</w:t>
      </w:r>
    </w:p>
    <w:p w14:paraId="11685D6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atatttcaat tcagtgtgta gacttatgaa aactataggt ccagacatgt tcctcggaac</w:t>
      </w:r>
    </w:p>
    <w:p w14:paraId="6BD47F6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ttgtcggcgt tgtcctgctg aaattgttga cactgtgagt gctttggttt atgataataa</w:t>
      </w:r>
    </w:p>
    <w:p w14:paraId="5229633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gcttaaagca cataaagaca aatcagctca atgctttaaa atgttttata agggtgttat</w:t>
      </w:r>
    </w:p>
    <w:p w14:paraId="18D0477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cacgcatgat gtttcatctg caattaacag gccacaaata ggcgtggtaa gagaattcct</w:t>
      </w:r>
    </w:p>
    <w:p w14:paraId="09527E3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tacacgtaac cctgcttgga gaaaagctgt ctttatttca ccttataatt cacagaatgc</w:t>
      </w:r>
    </w:p>
    <w:p w14:paraId="3CBFEF1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tgtagcctca aagattttgg gactaccaac tcaaactgtt gattcatcac agggctcaga</w:t>
      </w:r>
    </w:p>
    <w:p w14:paraId="2A446EF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atatgactat gtcatattca ctcaaaccac tgaaacagct cactcttgta atgtaaacag</w:t>
      </w:r>
    </w:p>
    <w:p w14:paraId="1E62E91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atttaatgtt gctattacca gagcaaaagt aggcatactt tgcataatgt ctgatagaga</w:t>
      </w:r>
    </w:p>
    <w:p w14:paraId="53957AB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cctttatgac aagttgcaat ttacaagtct tgaaattcca cgtaggaatg tggcaacttt</w:t>
      </w:r>
    </w:p>
    <w:p w14:paraId="28908F8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acaagctgaa aatgtaacag gactctttaa agattgtagt aaggtaatca ctgggttaca</w:t>
      </w:r>
    </w:p>
    <w:p w14:paraId="4CDEDC8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tcctacacag gcacctacac acctcagtgt tgacactaaa ttcaaaactg aaggtttatg</w:t>
      </w:r>
    </w:p>
    <w:p w14:paraId="1CBDE5A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tgttgacgta cctggcatac ctaaggacat gacctataga agactcatct ctatgatggg</w:t>
      </w:r>
    </w:p>
    <w:p w14:paraId="3C2018A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ttttaaaatg aattatcaag ttaatggtta ccctaacatg tttatcaccc gcgaagaagc</w:t>
      </w:r>
    </w:p>
    <w:p w14:paraId="365D8D9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tataagacat gtacgtgcat ggattggctt cgatgtcgag gggtgtcatg ctactagaga</w:t>
      </w:r>
    </w:p>
    <w:p w14:paraId="3E0E91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agctgttggt accaatttac ctttacagct aggtttttct acaggtgtta acctagttgc</w:t>
      </w:r>
    </w:p>
    <w:p w14:paraId="4FF2E66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tgtacctaca ggttatgttg atacacctaa taatacagat ttttccagag ttagtgctaa</w:t>
      </w:r>
    </w:p>
    <w:p w14:paraId="347DD3E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accaccgcct ggagatcaat ttaaacacct cataccactt atgtacaaag gacttccttg</w:t>
      </w:r>
    </w:p>
    <w:p w14:paraId="5A36767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gaatgtagtg cgtataaaga ttgtacaaat gttaagtgac acacttaaaa atctctctga</w:t>
      </w:r>
    </w:p>
    <w:p w14:paraId="766BAC9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cagagtcgta tttgtcttat gggcacatgg ctttgagttg acatctatga agtattttgt</w:t>
      </w:r>
    </w:p>
    <w:p w14:paraId="1BC9E6C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gaaaatagga cctgagcgca cctgttgtct atgtgataga cgtgccacat gcttttccac</w:t>
      </w:r>
    </w:p>
    <w:p w14:paraId="2BA6BE0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tgcttcagac acttatgcct gttggcatca ttctattgga tttgattacg tctataatcc</w:t>
      </w:r>
    </w:p>
    <w:p w14:paraId="36D5D23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gtttatgatt gatgttcaac aatggggttt tacaggtaac ctacaaagca accatgatct</w:t>
      </w:r>
    </w:p>
    <w:p w14:paraId="43ED50A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gtattgtcaa gtccatggta atgcacatgt agctagttgt gatgcaatca tgactaggtg</w:t>
      </w:r>
    </w:p>
    <w:p w14:paraId="023B1E7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tctagctgtc cacgagtgct ttgttaagcg tgttgactgg actattgaat atcctataat</w:t>
      </w:r>
    </w:p>
    <w:p w14:paraId="310D476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tggtgatgaa ctgaagatta atgcggcttg tagaaaggtt caacacatgg ttgttaaagc</w:t>
      </w:r>
    </w:p>
    <w:p w14:paraId="6578F16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tgcattatta gcagacaaat tcccagttct tcacgacatt ggtaacccta aagctattaa</w:t>
      </w:r>
    </w:p>
    <w:p w14:paraId="6BD26CC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gtgtgtacct caagctgatg tagaatggaa gttctatgat gcacaacctt gtagtgacaa</w:t>
      </w:r>
    </w:p>
    <w:p w14:paraId="02A44FD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agcttataaa atagaagaat tattctattc ttatgccaca cattctgaca aattcacaga</w:t>
      </w:r>
    </w:p>
    <w:p w14:paraId="74977F1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tggtgtatgc ctattttgga attgcaatgt cgatagatat cctgctaatt ccattgtttg</w:t>
      </w:r>
    </w:p>
    <w:p w14:paraId="72F4421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tagatttgac actagagtgc tatctaacct taacttgcct ggttgtgatg gtggcagttt</w:t>
      </w:r>
    </w:p>
    <w:p w14:paraId="1F996D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gtatgtaaat aaacatgcat tccacacacc agcttttgat aaaagtgctt ttgttaattt</w:t>
      </w:r>
    </w:p>
    <w:p w14:paraId="5C187F9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aaaacaatta ccatttttct attactctga cagtccatgt gagtctcatg gaaaacaagt</w:t>
      </w:r>
    </w:p>
    <w:p w14:paraId="32E3A88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agtgtcagat atagattatg taccactaaa gtctgctacg tgtataacac gttgcaattt</w:t>
      </w:r>
    </w:p>
    <w:p w14:paraId="62C6549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aggtggtgct gtctgtagac atcatgctaa tgagtacaga ttgtatctcg atgcttataa</w:t>
      </w:r>
    </w:p>
    <w:p w14:paraId="6DA7C1C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catgatgatc tcagctggct ttagcttgtg ggtttacaaa caatttgata cttataacct</w:t>
      </w:r>
    </w:p>
    <w:p w14:paraId="57C1CD7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ctggaacact tttacaagac ttcagagttt agaaaatgtg gcttttaatg ttgtaaataa</w:t>
      </w:r>
    </w:p>
    <w:p w14:paraId="40F4A79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gggacacttt gatggacaac agggtgaagt accagtttct atcattaata acactgttta</w:t>
      </w:r>
    </w:p>
    <w:p w14:paraId="04CE701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cacaaaagtt gatggtgttg atgtagaatt gtttgaaaat aaaacaacat tacctgttaa</w:t>
      </w:r>
    </w:p>
    <w:p w14:paraId="7EAF4EE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tgtagcattt gagctttggg ctaagcgcaa cattaaacca gtaccagagg tgaaaatact</w:t>
      </w:r>
    </w:p>
    <w:p w14:paraId="26734D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caataatttg ggtgtggaca ttgctgctaa tactgtgatc tgggactaca aaagagatgc</w:t>
      </w:r>
    </w:p>
    <w:p w14:paraId="3060219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tccagcacat atatctacta ttggtgtttg ttctatgact gacatagcca agaaaccaac</w:t>
      </w:r>
    </w:p>
    <w:p w14:paraId="72F4D82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tgaaacgatt tgtgcaccac tcactgtctt ttttgatggt agagttgatg gtcaagtaga</w:t>
      </w:r>
    </w:p>
    <w:p w14:paraId="3615ECA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cttatttaga aatgcccgta atggtgttct tattacagaa ggtagtgtta aaggtttaca</w:t>
      </w:r>
    </w:p>
    <w:p w14:paraId="0225507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accatctgta ggtcccaaac aagctagtct taatggagtc acattaattg gagaagccgt</w:t>
      </w:r>
    </w:p>
    <w:p w14:paraId="6C8D824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aaaaacacag ttcaattatt ataagaaagt tgatggtgtt gtccaacaat tacctgaaac</w:t>
      </w:r>
    </w:p>
    <w:p w14:paraId="0BCAF65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ttactttact cagagtagaa atttacaaga atttaaaccc aggagtcaaa tggaaattga</w:t>
      </w:r>
    </w:p>
    <w:p w14:paraId="0458783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tttcttagaa ttagctatgg atgaattcat tgaacggtat aaattagaag gctatgcctt</w:t>
      </w:r>
    </w:p>
    <w:p w14:paraId="51079F7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cgaacatatc gtttatggag attttagtca tagtcagtta ggtggtttac annnnnnnnn</w:t>
      </w:r>
    </w:p>
    <w:p w14:paraId="2C7D131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nnnnnnagct aaacgtttta aggaatcacc ttttgaatta gaagatttta ttcctatgga</w:t>
      </w:r>
    </w:p>
    <w:p w14:paraId="5551123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cagtacagtt aaaaactatt tcataacaga tgcgcaaaca ggttcatcta agtgtgtgtg</w:t>
      </w:r>
    </w:p>
    <w:p w14:paraId="2233E9A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ttctgttatt gatttattac ttgatgattt tgttgaaata ataaaatccc aagatttatc</w:t>
      </w:r>
    </w:p>
    <w:p w14:paraId="3C9744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tgtagtttct aaggttgtca aagtgactat tgactataca gaaatttcat ttatgctttg</w:t>
      </w:r>
    </w:p>
    <w:p w14:paraId="1238ED8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gtgtaaagat ggccatgtag aaacatttta cccaaaatta caatctagtc aagcgtggca</w:t>
      </w:r>
    </w:p>
    <w:p w14:paraId="2CFC624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accgggtgtt gctatgccta atctttacaa aatgcaaaga atgctattag aaaagtgtga</w:t>
      </w:r>
    </w:p>
    <w:p w14:paraId="6954082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ccttcaaaat tatggtgata gtgcaacatt acctaaaggc ataatgatga atgtcgcaaa</w:t>
      </w:r>
    </w:p>
    <w:p w14:paraId="57C9946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atatactcaa ctgtgtcaat atttaaacac attaacatta gctgtaccct ataatatgag</w:t>
      </w:r>
    </w:p>
    <w:p w14:paraId="6B4E7A1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agttatacat tttggtgctg gttctgataa aggagttgca ccaggtacag ctgttttaag</w:t>
      </w:r>
    </w:p>
    <w:p w14:paraId="3CAEECA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acagtggttg cctacgggta cgctgcttgt cgattcagat cttaatgact ttgtctctga</w:t>
      </w:r>
    </w:p>
    <w:p w14:paraId="1DB94E9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tgcagattca actttgattg gtgattgtgc aactgtacat acagctaata aatgggatct</w:t>
      </w:r>
    </w:p>
    <w:p w14:paraId="69087F6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cattattagt gatatgtacg accctaagac taaaaatgtt acaaaagaaa atgactctaa</w:t>
      </w:r>
    </w:p>
    <w:p w14:paraId="060C3AA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agagggtttt ttcacttaca tttgtgggtt tatacaacaa aagctagctc ttggaggttc</w:t>
      </w:r>
    </w:p>
    <w:p w14:paraId="1E33074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cgtggctata aagataacag aacattcttg gaatgctgat ctttataagc tcatgggaca</w:t>
      </w:r>
    </w:p>
    <w:p w14:paraId="26AA731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cttcgcatgg tggacagcct ttgttactaa tgtgaatgcg tcatcatctg aagcattttt</w:t>
      </w:r>
    </w:p>
    <w:p w14:paraId="740D82A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aattggatgt aattatcttg gcaaaccacg cgaacaaata gatggttatg tcatgcatgc</w:t>
      </w:r>
    </w:p>
    <w:p w14:paraId="455A504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aaattacata ttttggagga atacaaatcc aattcagttg tcttcctatt ctttatttga</w:t>
      </w:r>
    </w:p>
    <w:p w14:paraId="34C7A21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catgagtaaa tttcccctta aattaagggg tactgctgtt atgtctttaa aagaaggtca</w:t>
      </w:r>
    </w:p>
    <w:p w14:paraId="69A3344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aatcaatgat atgattttat ctcttcttag taaaggtaga cttataatta gagaaaacaa</w:t>
      </w:r>
    </w:p>
    <w:p w14:paraId="351AAB9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cagagttgtt atttctagtg atgttcttgt taacaactaa acgaacaatg tttgtttttc</w:t>
      </w:r>
    </w:p>
    <w:p w14:paraId="5B369BF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ttgttttatt gccactagtt tctagtcagt gtgttaatct tacaaccaga actcaattac</w:t>
      </w:r>
    </w:p>
    <w:p w14:paraId="590A758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cccctgcata cactaattct ttcacacgtg gtgtttatta ccctgacaaa gttttcagat</w:t>
      </w:r>
    </w:p>
    <w:p w14:paraId="014C70C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cctcagtttt acattcaact caggacttgt tcttaccttt cttttccaat gttacttggt</w:t>
      </w:r>
    </w:p>
    <w:p w14:paraId="6C8E370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tccatgttat ctctgggacc aatggtacta agaggtttga taaccctgtc ctaccattta</w:t>
      </w:r>
    </w:p>
    <w:p w14:paraId="26E14FF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atgatggtgt ttattttgct tccattgaga agtctaacat aataagaggc tggatttttg</w:t>
      </w:r>
    </w:p>
    <w:p w14:paraId="2CC4E4D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gtactacttt agattcgaag acccagtccc tacttattgt taataacgct actaatgttg</w:t>
      </w:r>
    </w:p>
    <w:p w14:paraId="188BAB2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ttattaaagt ctgtgaattt caattttgta atgatccatt tttggaccac aaaaacaaca</w:t>
      </w:r>
    </w:p>
    <w:p w14:paraId="4130CC1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aaagttggat ggaaagtgag ttcagagttt attctagtgc gaataattgc acttttgaat</w:t>
      </w:r>
    </w:p>
    <w:p w14:paraId="08130DB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atgtctctca gccttttctt atggaccttg aaggaaaaca gggtaatttc aaaaatctta</w:t>
      </w:r>
    </w:p>
    <w:p w14:paraId="5E01DA2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gggaatttgt gtttaagaat attgatggtt attttaaaat atattctaag cacacgccta</w:t>
      </w:r>
    </w:p>
    <w:p w14:paraId="081AFE9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ttatagtgcg tgagccagaa gatctccctc agggtttttc ggctttagaa ccattggtag</w:t>
      </w:r>
    </w:p>
    <w:p w14:paraId="0EA6647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atttgccaat aggtattaac atcactaggt ttcaaacttt acttgcttta catagaagtt</w:t>
      </w:r>
    </w:p>
    <w:p w14:paraId="2069E3A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atttgactcc tggtgattct tcttcaggtt ggacagctgg tgctgcagct tattatgtgg</w:t>
      </w:r>
    </w:p>
    <w:p w14:paraId="194E77A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gttatcttca acctaggact tttctattaa aatataatga aaatggaacc attacagatg</w:t>
      </w:r>
    </w:p>
    <w:p w14:paraId="724FEA5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ctgtagactg tgcacttgac cctctctcag aaacaaagtg tacgttgaaa tccttcactg</w:t>
      </w:r>
    </w:p>
    <w:p w14:paraId="7EDD4AA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tagaaaaagg aatctatcaa acttctaact ttagagtcca accaacagaa tctattgtta</w:t>
      </w:r>
    </w:p>
    <w:p w14:paraId="0A85635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gatttcctaa tattacaaac ttgtgccctt ttgatgaagt ttttaacgcc accaaatttg</w:t>
      </w:r>
    </w:p>
    <w:p w14:paraId="3A412B3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catctgttta tgcttggaac aggaagagaa tcagcaactg tgttgctgat tattctgtcc</w:t>
      </w:r>
    </w:p>
    <w:p w14:paraId="7123CDA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tatataatct cgcaccattt ttcactttta agtgttatgg agtgtctcct actaaattaa</w:t>
      </w:r>
    </w:p>
    <w:p w14:paraId="0596208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atgatctctg ctttactaat gtctatgcag attcatttgt aattagaggt gatgaagtca</w:t>
      </w:r>
    </w:p>
    <w:p w14:paraId="6B6A4A7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gacaaatcgc tccagggcaa actggaaata ttgctgatta taattataaa ttaccagatg</w:t>
      </w:r>
    </w:p>
    <w:p w14:paraId="67B84B6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attttacagg ctgcgttata gcttggaatt ctaacaagct tgattctaag gttagtggta</w:t>
      </w:r>
    </w:p>
    <w:p w14:paraId="24320FB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attataatta cctgtataga ttgtttagga agtctaatct caaacctttt gagagagata</w:t>
      </w:r>
    </w:p>
    <w:p w14:paraId="2F9233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tttcaactga aatctatcag gccggtagca aaccttgtaa tggtgttgca ggttttaatt</w:t>
      </w:r>
    </w:p>
    <w:p w14:paraId="16DB1D0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gttactttcc tttacgatca tatagtttcc gacccactta tggtgttggt caccaaccat</w:t>
      </w:r>
    </w:p>
    <w:p w14:paraId="6EF4E37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acagagtagt agtactttct tttgaacttc tacatgcacc agcaactgtt tgtggaccta</w:t>
      </w:r>
    </w:p>
    <w:p w14:paraId="43C825B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aaaagtctac taatttggtt aaaaacaaat gtgtcaattt caacttcaat ggtttaaaag</w:t>
      </w:r>
    </w:p>
    <w:p w14:paraId="705C190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gcacaggtgt tcttactgag tctaacaaaa agtttctgcc tttccaacaa tttggcagag</w:t>
      </w:r>
    </w:p>
    <w:p w14:paraId="1838EDD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acattgctga cactactgat gctgtccgtg atccacagac acttgagatt cttgacatta</w:t>
      </w:r>
    </w:p>
    <w:p w14:paraId="5B0867D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caccatgttc ttttggtggt gtcagtgtta taacaccagg aacaaatact tctaaccagg</w:t>
      </w:r>
    </w:p>
    <w:p w14:paraId="6C84285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ttgctgttct ttatcagggt gttaactgca cagaagtccc tgttgctatt catgcagatc</w:t>
      </w:r>
    </w:p>
    <w:p w14:paraId="250CD39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aacttactcc tacttggcgt gtttattcta caggttctaa tgtttttcaa acacgtgcag</w:t>
      </w:r>
    </w:p>
    <w:p w14:paraId="781E526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gctgtttaat aggggctgaa tatgtcaaca actcatatga gtgtgacata cccattggtg</w:t>
      </w:r>
    </w:p>
    <w:p w14:paraId="3E4BE74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caggtatatg cgctagttat cagactcaga ctaagtctca tcggcgggca cgtagtgtag</w:t>
      </w:r>
    </w:p>
    <w:p w14:paraId="00F4489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ctagtcaatc catcattgcc tacactatgt cacttggtgc agaaaattca gttgcttact</w:t>
      </w:r>
    </w:p>
    <w:p w14:paraId="369097E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ctaataactc tattgccata cccacaaatt ttactattag tgttaccaca gaaattctac</w:t>
      </w:r>
    </w:p>
    <w:p w14:paraId="641F44D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cagtgtctat gaccaagaca tcagtagatt gtacaatgta catttgtggt gattcaactg</w:t>
      </w:r>
    </w:p>
    <w:p w14:paraId="1EA1CB7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aatgcagcaa tcttttgttg caatatggca gtttttgtac acaattaaaa cgtgctttaa</w:t>
      </w:r>
    </w:p>
    <w:p w14:paraId="4006A33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ctggaatagc tgttgaacaa gacaaaaata cccaagaagt ttttgcacaa gtcaaacaaa</w:t>
      </w:r>
    </w:p>
    <w:p w14:paraId="59B1384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tttacaaaac accaccaatt aaatattttg gtggttttaa tttttcacaa atattaccag</w:t>
      </w:r>
    </w:p>
    <w:p w14:paraId="7EC98CF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atccatcaaa accaagcaag aggtcattta ttgaagatct acttttcaac aaagtgacac</w:t>
      </w:r>
    </w:p>
    <w:p w14:paraId="15325D1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ttgcagatgc tggcttcatc aaacaatatg gtgattgcct tggtgatatt gctgctagag</w:t>
      </w:r>
    </w:p>
    <w:p w14:paraId="48290D9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acctcatttg tgcacaaaag tttaaaggcc ttactgtttt gccacctttg ctcacagatg</w:t>
      </w:r>
    </w:p>
    <w:p w14:paraId="69FB77C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aaatgattgc tcaatacact tctgcactgt tagcgggtac aatcacttct ggttggacct</w:t>
      </w:r>
    </w:p>
    <w:p w14:paraId="6F2FEF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ttggtgcagg tgctgcatta caaataccat ttgctatgca aatggcttat aggtttaatg</w:t>
      </w:r>
    </w:p>
    <w:p w14:paraId="1D0E8C3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gtattggagt tacacagaat gttctctatg agaaccaaaa attgattgcc aaccaattta</w:t>
      </w:r>
    </w:p>
    <w:p w14:paraId="5227168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atagtgctat tggcaaaatt caagactcac tttcttccac agcaagtgca cttggaaaac</w:t>
      </w:r>
    </w:p>
    <w:p w14:paraId="40989B2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ttcaagatgt ggtcaaccat aatgcacaag ctttaaacac gcttgttaaa caacttagct</w:t>
      </w:r>
    </w:p>
    <w:p w14:paraId="3985EE8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ccaaatttgg tgcaatttca agtgttttaa atgatatctt ttcacgtctt gacaaagttg</w:t>
      </w:r>
    </w:p>
    <w:p w14:paraId="621CA16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aggctgaagt gcaaattgat aggttgatca caggcagact tcaaagtttg cagacatatg</w:t>
      </w:r>
    </w:p>
    <w:p w14:paraId="7F6A0AD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tgactcaaca attaattaga gctgcagaaa tcagagcttc tgctaatctt gctgctacta</w:t>
      </w:r>
    </w:p>
    <w:p w14:paraId="222EF36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aaatgtcaga gtgtgtactt ggacaatcaa aaagagttga tttttgtgga aagggctatc</w:t>
      </w:r>
    </w:p>
    <w:p w14:paraId="7E3CCF3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atcttatgtc cttccctcag tcagcacctc atggtgtagt cttcttgcat gtgacttatg</w:t>
      </w:r>
    </w:p>
    <w:p w14:paraId="7DE5990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tccctgcaca agaaaagaac ttcacaactg ctcctgccat ttgtcatgat ggaaaagcac</w:t>
      </w:r>
    </w:p>
    <w:p w14:paraId="6C2BFF0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actttcctcg tgaaggtgtc tttgtttcaa atggcacaca ctggtttgta acacaaagga</w:t>
      </w:r>
    </w:p>
    <w:p w14:paraId="6EE2870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atttttatga accacaaatc attactacag acaacacatt tgtgtctggt aactgtgatg</w:t>
      </w:r>
    </w:p>
    <w:p w14:paraId="0363044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ttgtaatagg aattgtcaac aacacagttt atgatccttt gcaacctgaa ttagattcat</w:t>
      </w:r>
    </w:p>
    <w:p w14:paraId="08A76DC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tcaaggagga gttagataaa tattttaaga atcatacatc accagatgtt gatttaggtg</w:t>
      </w:r>
    </w:p>
    <w:p w14:paraId="1A2A892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acatctctgg cattaatgct tcagttgtaa acattcaaaa agaaattgac cgcctcaatg</w:t>
      </w:r>
    </w:p>
    <w:p w14:paraId="6CDBDF8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aggttgccaa gaatttaaat gaatctctca tcgatctcca agaacttgga aagtatgagc</w:t>
      </w:r>
    </w:p>
    <w:p w14:paraId="4A1A1EE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agtatataaa atggccatgg tacatttggc taggttttat agctggcttg attgccatag</w:t>
      </w:r>
    </w:p>
    <w:p w14:paraId="6720188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taatggtgac aattatgctt tgctgtatga ccagttgctg tagttgtctc aagggctgtt</w:t>
      </w:r>
    </w:p>
    <w:p w14:paraId="5559A4A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gttcttgtgg atcctgctgc aaatttgatg aagacgactc tgagccagtg ctcaaaggag</w:t>
      </w:r>
    </w:p>
    <w:p w14:paraId="6B0E313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tcaaattaca ttacacataa acgaacttat ggatttgttt atgagaatct tcacaattgg</w:t>
      </w:r>
    </w:p>
    <w:p w14:paraId="1A83250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aactgtaact ttgaagcaag gtgaaatcaa ggatgctact ccttcagatt ttgttcgcgc</w:t>
      </w:r>
    </w:p>
    <w:p w14:paraId="34308F2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tactgcaacg ataccgatac aagcctcact ccctttcgga tggcttattg ttggcgttgc</w:t>
      </w:r>
    </w:p>
    <w:p w14:paraId="45EFBC0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acttcttgct gtttttcaga gcgcttccaa aatcataact ctcaaaaaga gatggcaact</w:t>
      </w:r>
    </w:p>
    <w:p w14:paraId="190E417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agcactctcc aagggtgttc actttgtttg caacttgctg ttgttgtttg taacagttta</w:t>
      </w:r>
    </w:p>
    <w:p w14:paraId="52F2975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ctcacacctt ttgctcgttg ctgctggcct tgaagcccct tttctctatc tttatgcttt</w:t>
      </w:r>
    </w:p>
    <w:p w14:paraId="3FA5FE3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agtctacttc ttgcagagta taaactttgt aagaataata atgaggcttt ggctttgctg</w:t>
      </w:r>
    </w:p>
    <w:p w14:paraId="5E17451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gaaatgccgt tccaaaaacc cattacttta tgatgccaac tattttcttt gctggcatac</w:t>
      </w:r>
    </w:p>
    <w:p w14:paraId="3DC3A3B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taattgttac gactattgta taccttacaa tagtgtaact tcttcaattg tcattacttc</w:t>
      </w:r>
    </w:p>
    <w:p w14:paraId="156D253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aggtgatggc ataacaagtc ctatttctga acatgactac cagattggtg gttatactga</w:t>
      </w:r>
    </w:p>
    <w:p w14:paraId="173A42A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aaaatgggaa tctggagtaa aagactgtgt tgtattacac agttacttca cttcagacta</w:t>
      </w:r>
    </w:p>
    <w:p w14:paraId="311B713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ttaccagctg tactcaactc aattgagtac agacactggt gttgaacatg ttaccttctt</w:t>
      </w:r>
    </w:p>
    <w:p w14:paraId="04D3D49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catctacaat aaaattgttg atgagcctga agaacatgtc caaattcaca caatcgacgg</w:t>
      </w:r>
    </w:p>
    <w:p w14:paraId="4D8FEE9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ttcatccgga gttgttaatc cagtaatgga accaatttat gatgaaccga cgacgactac</w:t>
      </w:r>
    </w:p>
    <w:p w14:paraId="25BFE34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tagcgtgcct ttgtaagcac aagctgatga gtacgaactt atgtactcat tcgtttcgga</w:t>
      </w:r>
    </w:p>
    <w:p w14:paraId="4D7DFF6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agagataggt acgttaatag ttaatagcgt acttcttttt cttgctttcg tggtattctt</w:t>
      </w:r>
    </w:p>
    <w:p w14:paraId="75BB83C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gctagttaca ctagccatcc ttactgcgct tcgattgtgt gcgtactgct gcaatattgt</w:t>
      </w:r>
    </w:p>
    <w:p w14:paraId="35BC65E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taacgtgagt cttgtaaaac cttcttttta cgtttactct cgtgttaaaa atctgaattc</w:t>
      </w:r>
    </w:p>
    <w:p w14:paraId="179F2B1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ttctagagtt cctgatcttc tggtctaaac gaactaaata ttatattagt ttttctgttt</w:t>
      </w:r>
    </w:p>
    <w:p w14:paraId="5045AE3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ggaactttaa ttttagccat ggcaggttcc aacggtacta ttaccgttga agagcttaaa</w:t>
      </w:r>
    </w:p>
    <w:p w14:paraId="1C39FE3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aagctccttg aagaatggaa cctagtaata ggtttcctat tccttacatg gatttgtctt</w:t>
      </w:r>
    </w:p>
    <w:p w14:paraId="77D9D28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ctacaatttg cctatgccaa caggaatagg tttttgtata taattaagtt aattttcctc</w:t>
      </w:r>
    </w:p>
    <w:p w14:paraId="7A6E636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tggctgttat ggccagtaac tttaacttgt tttgtgcttg ctgctgttta cagaataaat</w:t>
      </w:r>
    </w:p>
    <w:p w14:paraId="77E74E1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tggatcaccg gtggaattgc tatcgcaatg gcttgtcttg taggcttgat gtggctcagc</w:t>
      </w:r>
    </w:p>
    <w:p w14:paraId="7FAB97B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tacttcattg cttctttcag actgtttgcg cgtacgcgtt ccatgtggtc attcaatcca</w:t>
      </w:r>
    </w:p>
    <w:p w14:paraId="74E7BC0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gaaactaaca ttcttctcaa cgtgccactc catggcacta ttctgaccag accgcttcta</w:t>
      </w:r>
    </w:p>
    <w:p w14:paraId="7924C76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gaaagtgaac tcgtaatcgg agctgtgatc cttcgtggac atcttcgtat tgctggacac</w:t>
      </w:r>
    </w:p>
    <w:p w14:paraId="1301E40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catctaggac gctgtgacat caaggacctg cctaaagaaa tcactgttgc tacatcacga</w:t>
      </w:r>
    </w:p>
    <w:p w14:paraId="4A95A9E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acgctttctt attacaaatt gggagcttcg cagcgtgtag caggtgactc aggttttgct</w:t>
      </w:r>
    </w:p>
    <w:p w14:paraId="6AA3AFB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gcatacagtc gctacaggat tggcaactat aaattaaaca cagaccattc cagtagcagt</w:t>
      </w:r>
    </w:p>
    <w:p w14:paraId="24993DE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gacaatattg ctttgcttgt acagtaagtg acaacagatg tttcatctcg ttgactttca</w:t>
      </w:r>
    </w:p>
    <w:p w14:paraId="25E782E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ggttactata gcagagatat tactaattat tatgcggact tttaaagttt ccatttggaa</w:t>
      </w:r>
    </w:p>
    <w:p w14:paraId="3D95D18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tcttgattac atcataaacc tcataattaa aaatttatct aagtcactaa ctgagaataa</w:t>
      </w:r>
    </w:p>
    <w:p w14:paraId="3793FA5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atattctcaa ttagatgaag agcaaccaat ggagattgat taaacgaaca tgaaaattat</w:t>
      </w:r>
    </w:p>
    <w:p w14:paraId="42F6B9D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tcttttcttg gcactgataa cactcgctac ttgtgagctt tatcactacc aagagtgtgt</w:t>
      </w:r>
    </w:p>
    <w:p w14:paraId="0E441A5E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tagaggtaca acagtacttt taaaagaacc ttgctcttct ggaacatacg agggcaattc</w:t>
      </w:r>
    </w:p>
    <w:p w14:paraId="65B4308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accatttcat cctctagctg ataacaaatt tgcactgact tgctttagca ctcaatttgc</w:t>
      </w:r>
    </w:p>
    <w:p w14:paraId="4CB6CDF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ttttgcttgt cctgacggcg taaaacacgt ctatcagtta cgtgccagat cagtttcacc</w:t>
      </w:r>
    </w:p>
    <w:p w14:paraId="1C0745A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taaactgttc atcagacaag aggaagttca agaactttac tctccaattt ttcttattgt</w:t>
      </w:r>
    </w:p>
    <w:p w14:paraId="5E0907B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tgcggcaata gtgtttataa cactttgctt cacactcaaa agaaagacag aatgattgaa</w:t>
      </w:r>
    </w:p>
    <w:p w14:paraId="1B79D9B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ctttcattaa ttgacttcta tttgtgcttt ttagcctttc tgttattcct tgttttaatt</w:t>
      </w:r>
    </w:p>
    <w:p w14:paraId="2CA1F9F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atgcttatta tcttttggtt ctcacttgaa ctgcaagatc ataatgaaac ttgtcacgcc</w:t>
      </w:r>
    </w:p>
    <w:p w14:paraId="5CFFC40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taaacgaaca tgaaatttct tgttttctta ggaatcatca caactgtagc tgcatttcac</w:t>
      </w:r>
    </w:p>
    <w:p w14:paraId="5B0F78E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caagaatgta gtttacagtc atgtactcaa catcaaccat atgtagttga tgacccgtgt</w:t>
      </w:r>
    </w:p>
    <w:p w14:paraId="7B9E69F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cctattcact tctattctaa atggtatatt agagtaggag ctagaaaatc agcaccttta</w:t>
      </w:r>
    </w:p>
    <w:p w14:paraId="07543B7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attgaattgt gcgtggatga ggctggttct aaatcaccca ttcagtacat cgatatcggt</w:t>
      </w:r>
    </w:p>
    <w:p w14:paraId="45792AB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aattatacag tttcctgttt accttttaca attaattgcc aggaacctaa attgggtagt</w:t>
      </w:r>
    </w:p>
    <w:p w14:paraId="54680E43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cttgtagtgc gttgttcgtt ctatgaagac tttttagagt atcatgacgt tcgtgttgtt</w:t>
      </w:r>
    </w:p>
    <w:p w14:paraId="36F7F622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ttagatttca tctaaacgaa caaacttaaa tgtctgataa tggaccccaa aatcagcgaa</w:t>
      </w:r>
    </w:p>
    <w:p w14:paraId="61AA4F5D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atgcactccg cattacgttt ggtggaccct cagattcaac tggcagtaac cagaatggtg</w:t>
      </w:r>
    </w:p>
    <w:p w14:paraId="5DB39AE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gggcgcgatc aaaacaacgt cggccccaag gtttacccaa taatactgcg tcttggttca</w:t>
      </w:r>
    </w:p>
    <w:p w14:paraId="4E4A238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ccgctctcac tcaacatggc aaggaagacc ttaaattccc tcgaggacaa ggcgttccaa</w:t>
      </w:r>
    </w:p>
    <w:p w14:paraId="0D42A25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ttaacaccaa tagcagtcca gatgaccaaa ttggctacta ccgaagagct accagacgaa</w:t>
      </w:r>
    </w:p>
    <w:p w14:paraId="505A3CA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ttcgtggtgg tgacggtaaa atgaaagatc tcagtccaag atggtatttc tactacctag</w:t>
      </w:r>
    </w:p>
    <w:p w14:paraId="30D54E6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gaactgggcc agaagctgga cttccctatg gtgctaacaa agacggcatc atatgggttg</w:t>
      </w:r>
    </w:p>
    <w:p w14:paraId="022D6B5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caactgaggg agccttgaat acaccaaaag atcacattgg cacccgcaat cctgctaaca</w:t>
      </w:r>
    </w:p>
    <w:p w14:paraId="237B724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atgctgcaat cgtgctacaa cttcctcaag gaacaacatt gccaaaaggc ttctacgcag</w:t>
      </w:r>
    </w:p>
    <w:p w14:paraId="51DBAB7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aagggagcag aggcggcagt caagcctctt ctcgttcctc atcacgtagt cgcaacagtt</w:t>
      </w:r>
    </w:p>
    <w:p w14:paraId="734DE25F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caagaaattc aactccaggc agcagtaaac gaacttctcc tgctagaatg gctggcaatg</w:t>
      </w:r>
    </w:p>
    <w:p w14:paraId="0DF2572B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gcggtgatgc tgctcttgct ttgctgctgc ttgacagatt gaaccagctt gagagcaaaa</w:t>
      </w:r>
    </w:p>
    <w:p w14:paraId="2506BB7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tgtctggtaa aggccaacaa caacaaggcc aaactgtcac taagaaatct gctgctgagg</w:t>
      </w:r>
    </w:p>
    <w:p w14:paraId="0E5218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cttctaagaa gcctcggcaa aaacgtactg ccactaaagc atacaatgta acacaagctt</w:t>
      </w:r>
    </w:p>
    <w:p w14:paraId="7E8D304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tcggcagacg tggtccagaa caaacccaag gaaattttgg ggaccaggaa ctaatcagac</w:t>
      </w:r>
    </w:p>
    <w:p w14:paraId="0982178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aaggaactga ttacaaacat tggccgcaaa ttgcacaatt tgcccccagc gcttcagcgt</w:t>
      </w:r>
    </w:p>
    <w:p w14:paraId="5ECD0961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tcttcggaat gtcgcgcatt ggcatggaag tcacaccttc gggaacgtgg ttgacctaca</w:t>
      </w:r>
    </w:p>
    <w:p w14:paraId="7AEDB3B0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caggtgccat caaattggat gacaaagatc caaatttcaa agatcaagtc attttgctga</w:t>
      </w:r>
    </w:p>
    <w:p w14:paraId="0C1364E5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ataagcatat tgacgcatac aaaacattcc caccaacaga gcctaaaaag gacaaaaaga</w:t>
      </w:r>
    </w:p>
    <w:p w14:paraId="5F1265B4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agaaggctga tgaaactcaa gccttaccgc agagacagaa gaaacagcaa actgtgactc</w:t>
      </w:r>
    </w:p>
    <w:p w14:paraId="5FD4934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ttcttcctgc tgcagatttg gatgatttct ccaaacaatt gcaacaatcc atgagcagtg</w:t>
      </w:r>
    </w:p>
    <w:p w14:paraId="7923631C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29461 ctgactcaac tcaggcctaa actcatgcag accacacaag gcagatgggc tatataaacg</w:t>
      </w:r>
    </w:p>
    <w:p w14:paraId="5D9E1238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ttttcgcttt tccgtttacg atatatagtc tactcttgtg cagaatgaat tctcgtaact</w:t>
      </w:r>
    </w:p>
    <w:p w14:paraId="142DE1A9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acatagcaca agtagatgta gttaacttta atctcacata gcaatcttta atcagtgtgt</w:t>
      </w:r>
    </w:p>
    <w:p w14:paraId="3F36D8C7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aacattaggg aggacttgaa agagccacca cattttcacc gaggccacgc ggagtacgat</w:t>
      </w:r>
    </w:p>
    <w:p w14:paraId="36270F9A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cgagtgtaca gtgaacaatg ctagggagag ctgcctatat ggaagagccc ta</w:t>
      </w:r>
    </w:p>
    <w:p w14:paraId="138E6176" w14:textId="77777777" w:rsidR="005A7221" w:rsidRPr="005A7221" w:rsidRDefault="005A7221" w:rsidP="005A72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A722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541AD7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2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A7221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4C4A5C"/>
  <w15:chartTrackingRefBased/>
  <w15:docId w15:val="{CB5E74B0-DF82-6448-B27D-B72B6F4D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9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4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6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8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10741</Words>
  <Characters>61229</Characters>
  <Application>Microsoft Office Word</Application>
  <DocSecurity>0</DocSecurity>
  <Lines>510</Lines>
  <Paragraphs>143</Paragraphs>
  <ScaleCrop>false</ScaleCrop>
  <Company/>
  <LinksUpToDate>false</LinksUpToDate>
  <CharactersWithSpaces>71827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2023-02-06T04:45:00Z</dcterms:created>
  <dcterms:modified xsi:type="dcterms:W3CDTF">2023-02-06T04:45:00Z</dcterms:modified>
</cp:coreProperties>
</file>